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8A7DC" w14:textId="77777777" w:rsidR="0035665C" w:rsidRDefault="0035665C" w:rsidP="0035665C">
      <w:pPr>
        <w:adjustRightInd w:val="0"/>
        <w:spacing w:line="360" w:lineRule="auto"/>
        <w:ind w:left="6237"/>
        <w:jc w:val="both"/>
        <w:rPr>
          <w:rFonts w:ascii="Verdana" w:hAnsi="Verdana" w:cs="TrebuchetMS-OneByteIdentityH"/>
          <w:sz w:val="16"/>
          <w:szCs w:val="16"/>
        </w:rPr>
      </w:pPr>
      <w:bookmarkStart w:id="0" w:name="_GoBack"/>
      <w:bookmarkEnd w:id="0"/>
      <w:r>
        <w:rPr>
          <w:rFonts w:ascii="Verdana" w:hAnsi="Verdana" w:cs="TrebuchetMS-OneByteIdentityH"/>
          <w:sz w:val="16"/>
          <w:szCs w:val="16"/>
        </w:rPr>
        <w:t>Spett.le IGEA SPA</w:t>
      </w:r>
    </w:p>
    <w:p w14:paraId="157C6CF4" w14:textId="77777777" w:rsidR="0035665C" w:rsidRDefault="0035665C" w:rsidP="0035665C">
      <w:pPr>
        <w:adjustRightInd w:val="0"/>
        <w:spacing w:line="360" w:lineRule="auto"/>
        <w:ind w:left="6237"/>
        <w:jc w:val="both"/>
        <w:rPr>
          <w:rFonts w:ascii="Verdana" w:hAnsi="Verdana" w:cs="TrebuchetMS-OneByteIdentityH"/>
          <w:sz w:val="16"/>
          <w:szCs w:val="16"/>
        </w:rPr>
      </w:pPr>
      <w:proofErr w:type="spellStart"/>
      <w:r>
        <w:rPr>
          <w:rFonts w:ascii="Verdana" w:hAnsi="Verdana" w:cs="TrebuchetMS-OneByteIdentityH"/>
          <w:sz w:val="16"/>
          <w:szCs w:val="16"/>
        </w:rPr>
        <w:t>Loc</w:t>
      </w:r>
      <w:proofErr w:type="spellEnd"/>
      <w:r>
        <w:rPr>
          <w:rFonts w:ascii="Verdana" w:hAnsi="Verdana" w:cs="TrebuchetMS-OneByteIdentityH"/>
          <w:sz w:val="16"/>
          <w:szCs w:val="16"/>
        </w:rPr>
        <w:t>. Campo Pisano Iglesias</w:t>
      </w:r>
    </w:p>
    <w:p w14:paraId="4B98ABD1" w14:textId="4CF239B3" w:rsidR="00910721" w:rsidRPr="00910721" w:rsidRDefault="00910721" w:rsidP="00910721">
      <w:pPr>
        <w:ind w:left="993" w:hanging="993"/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eastAsia="MS Mincho" w:hAnsi="Verdana" w:cs="Arial"/>
          <w:b/>
          <w:sz w:val="16"/>
          <w:szCs w:val="16"/>
        </w:rPr>
        <w:t>OGGETTO:</w:t>
      </w:r>
      <w:r>
        <w:rPr>
          <w:rFonts w:ascii="Verdana" w:eastAsia="MS Mincho" w:hAnsi="Verdana" w:cs="Arial"/>
          <w:b/>
          <w:sz w:val="16"/>
          <w:szCs w:val="16"/>
        </w:rPr>
        <w:tab/>
      </w:r>
      <w:r w:rsidRPr="00910721">
        <w:rPr>
          <w:rFonts w:ascii="Verdana" w:hAnsi="Verdana" w:cs="Arial"/>
          <w:b/>
          <w:bCs/>
          <w:sz w:val="16"/>
          <w:szCs w:val="16"/>
        </w:rPr>
        <w:t xml:space="preserve">PROCEDURA NEGOZIATA PER LA CONCLUSIONE DI UN ACCORDO QUADRO CON UN UNICO FORNITORE PER L’AFFIDAMENTO DEL SERVIZIO </w:t>
      </w:r>
      <w:r w:rsidR="005F6547">
        <w:rPr>
          <w:rFonts w:ascii="Verdana" w:hAnsi="Verdana" w:cs="Arial"/>
          <w:b/>
          <w:bCs/>
          <w:sz w:val="16"/>
          <w:szCs w:val="16"/>
        </w:rPr>
        <w:t xml:space="preserve">PER </w:t>
      </w:r>
      <w:r w:rsidR="00794B67">
        <w:rPr>
          <w:rFonts w:ascii="Verdana" w:hAnsi="Verdana" w:cs="Arial"/>
          <w:b/>
          <w:bCs/>
          <w:sz w:val="16"/>
          <w:szCs w:val="16"/>
        </w:rPr>
        <w:t xml:space="preserve">LA REALIZZAZIONE DI SONDAGGI E PIEZOMETRI E </w:t>
      </w:r>
      <w:r w:rsidRPr="00910721">
        <w:rPr>
          <w:rFonts w:ascii="Verdana" w:hAnsi="Verdana" w:cs="Arial"/>
          <w:b/>
          <w:bCs/>
          <w:sz w:val="16"/>
          <w:szCs w:val="16"/>
        </w:rPr>
        <w:t>ALL’ESECUZIONE DI PROVE PENETROMETRICHE DINAMICHE DPSH, DI INDAGINI GEOFISICHE DI TIPO SISMICO (MASW) E DI PROVE GEOTECNICHE DI LABORATORIO, DA ESPLETARSI SU DIVERSI SITI DI IGEA S.P.A.</w:t>
      </w:r>
    </w:p>
    <w:p w14:paraId="1D22320D" w14:textId="039C5894" w:rsidR="007425A0" w:rsidRPr="007425A0" w:rsidRDefault="007425A0" w:rsidP="00EF7A37">
      <w:pPr>
        <w:ind w:left="851" w:firstLine="142"/>
        <w:jc w:val="both"/>
        <w:rPr>
          <w:rFonts w:ascii="Verdana" w:hAnsi="Verdana" w:cs="Arial"/>
          <w:b/>
          <w:sz w:val="16"/>
          <w:szCs w:val="16"/>
        </w:rPr>
      </w:pPr>
      <w:r w:rsidRPr="007425A0">
        <w:rPr>
          <w:rFonts w:ascii="Verdana" w:hAnsi="Verdana" w:cs="Arial"/>
          <w:b/>
          <w:sz w:val="16"/>
          <w:szCs w:val="16"/>
        </w:rPr>
        <w:t>CIG</w:t>
      </w:r>
      <w:r w:rsidR="008E50F1">
        <w:rPr>
          <w:rFonts w:ascii="Verdana" w:hAnsi="Verdana" w:cs="Arial"/>
          <w:b/>
          <w:sz w:val="16"/>
          <w:szCs w:val="16"/>
        </w:rPr>
        <w:t>: 9760701147</w:t>
      </w:r>
    </w:p>
    <w:p w14:paraId="43E6E8A0" w14:textId="77777777" w:rsidR="0035665C" w:rsidRPr="0035665C" w:rsidRDefault="0035665C" w:rsidP="004C19C6">
      <w:pPr>
        <w:widowControl w:val="0"/>
        <w:spacing w:before="120" w:after="120" w:line="276" w:lineRule="auto"/>
        <w:ind w:left="993" w:hanging="993"/>
        <w:jc w:val="center"/>
        <w:rPr>
          <w:rFonts w:ascii="Verdana" w:hAnsi="Verdana" w:cs="Arial"/>
          <w:b/>
          <w:sz w:val="16"/>
          <w:szCs w:val="16"/>
        </w:rPr>
      </w:pPr>
      <w:r w:rsidRPr="0035665C">
        <w:rPr>
          <w:rFonts w:ascii="Verdana" w:hAnsi="Verdana" w:cs="Arial"/>
          <w:b/>
          <w:sz w:val="16"/>
          <w:szCs w:val="16"/>
        </w:rPr>
        <w:t>Dichiarazione di avvenuto sopralluogo</w:t>
      </w:r>
    </w:p>
    <w:p w14:paraId="0C771C0B" w14:textId="77777777" w:rsidR="00EC5473" w:rsidRDefault="001109B2" w:rsidP="00D97EC5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1109B2">
        <w:rPr>
          <w:rFonts w:ascii="Verdana" w:hAnsi="Verdana" w:cs="Times New Roman"/>
          <w:sz w:val="16"/>
          <w:szCs w:val="16"/>
        </w:rPr>
        <w:t xml:space="preserve">Il sottoscritto ________________________________________________, </w:t>
      </w:r>
      <w:r w:rsidR="00EC5473" w:rsidRPr="0035665C">
        <w:rPr>
          <w:rFonts w:ascii="Verdana" w:hAnsi="Verdana" w:cs="Times New Roman"/>
          <w:sz w:val="16"/>
          <w:szCs w:val="16"/>
        </w:rPr>
        <w:t>nato a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_______</w:t>
      </w:r>
      <w:r w:rsidR="00D97EC5">
        <w:rPr>
          <w:rFonts w:ascii="Verdana" w:hAnsi="Verdana" w:cs="Times New Roman"/>
          <w:sz w:val="16"/>
          <w:szCs w:val="16"/>
        </w:rPr>
        <w:t>___________________</w:t>
      </w:r>
      <w:r w:rsidR="00EC5473" w:rsidRPr="0035665C">
        <w:rPr>
          <w:rFonts w:ascii="Verdana" w:hAnsi="Verdana" w:cs="Times New Roman"/>
          <w:sz w:val="16"/>
          <w:szCs w:val="16"/>
        </w:rPr>
        <w:t>__ il _________________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Codice fiscale ____________</w:t>
      </w:r>
      <w:r w:rsidR="00EC5473">
        <w:rPr>
          <w:rFonts w:ascii="Verdana" w:hAnsi="Verdana" w:cs="Times New Roman"/>
          <w:sz w:val="16"/>
          <w:szCs w:val="16"/>
        </w:rPr>
        <w:t xml:space="preserve">_____________ </w:t>
      </w:r>
      <w:r w:rsidR="00EC5473" w:rsidRPr="0035665C">
        <w:rPr>
          <w:rFonts w:ascii="Verdana" w:hAnsi="Verdana" w:cs="Times New Roman"/>
          <w:sz w:val="16"/>
          <w:szCs w:val="16"/>
        </w:rPr>
        <w:t>in qualità di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legale rappresentante</w:t>
      </w:r>
      <w:r w:rsidR="00EC5473">
        <w:rPr>
          <w:rFonts w:ascii="Verdana" w:hAnsi="Verdana" w:cs="Times New Roman"/>
          <w:sz w:val="16"/>
          <w:szCs w:val="16"/>
        </w:rPr>
        <w:t xml:space="preserve"> d</w:t>
      </w:r>
      <w:r w:rsidR="00EC5473" w:rsidRPr="0035665C">
        <w:rPr>
          <w:rFonts w:ascii="Verdana" w:hAnsi="Verdana" w:cs="Times New Roman"/>
          <w:sz w:val="16"/>
          <w:szCs w:val="16"/>
        </w:rPr>
        <w:t>ell’impresa______</w:t>
      </w:r>
      <w:r w:rsidR="00EC5473">
        <w:rPr>
          <w:rFonts w:ascii="Verdana" w:hAnsi="Verdana" w:cs="Times New Roman"/>
          <w:sz w:val="16"/>
          <w:szCs w:val="16"/>
        </w:rPr>
        <w:t>_______________________ c</w:t>
      </w:r>
      <w:r w:rsidR="00EC5473" w:rsidRPr="0035665C">
        <w:rPr>
          <w:rFonts w:ascii="Verdana" w:hAnsi="Verdana" w:cs="Times New Roman"/>
          <w:sz w:val="16"/>
          <w:szCs w:val="16"/>
        </w:rPr>
        <w:t xml:space="preserve">on sede legale in </w:t>
      </w:r>
      <w:r w:rsidR="00EC5473">
        <w:rPr>
          <w:rFonts w:ascii="Verdana" w:hAnsi="Verdana" w:cs="Times New Roman"/>
          <w:sz w:val="16"/>
          <w:szCs w:val="16"/>
        </w:rPr>
        <w:t xml:space="preserve">_______________________________ </w:t>
      </w:r>
      <w:r w:rsidR="00EC5473" w:rsidRPr="0035665C">
        <w:rPr>
          <w:rFonts w:ascii="Verdana" w:hAnsi="Verdana" w:cs="Times New Roman"/>
          <w:sz w:val="16"/>
          <w:szCs w:val="16"/>
        </w:rPr>
        <w:t>Via______</w:t>
      </w:r>
      <w:r w:rsidR="00EC5473">
        <w:rPr>
          <w:rFonts w:ascii="Verdana" w:hAnsi="Verdana" w:cs="Times New Roman"/>
          <w:sz w:val="16"/>
          <w:szCs w:val="16"/>
        </w:rPr>
        <w:t>________________ CF e PIVA _______________________;</w:t>
      </w:r>
    </w:p>
    <w:p w14:paraId="507B8446" w14:textId="77777777" w:rsidR="00FF7A33" w:rsidRPr="0035665C" w:rsidRDefault="00FF7A33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35665C">
        <w:rPr>
          <w:rFonts w:ascii="Verdana" w:hAnsi="Verdana" w:cs="Times New Roman"/>
          <w:sz w:val="16"/>
          <w:szCs w:val="16"/>
        </w:rPr>
        <w:t>consapevole, ai sensi e per gli effetti dell’art. 76 D.P.R. 445/2000, della responsabilità e delle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conseguenze civili e penali previste in caso di dichiarazioni mendaci e/o formazione od uso di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atti falsi, nonché in caso di esibizione di atti contenenti dati non più corrispondenti a verità 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consapevole altresì che qualora emerga la non veridicità del contenuto della presente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dichiarazione la scrivente Impresa decadrà dai benefici per i quali la stessa è rilasciata;</w:t>
      </w:r>
    </w:p>
    <w:p w14:paraId="2D8E46B3" w14:textId="77777777" w:rsidR="00FF7A33" w:rsidRPr="0035665C" w:rsidRDefault="00FF7A33" w:rsidP="004D26E8">
      <w:pPr>
        <w:autoSpaceDE w:val="0"/>
        <w:autoSpaceDN w:val="0"/>
        <w:adjustRightInd w:val="0"/>
        <w:spacing w:before="120" w:after="120" w:line="240" w:lineRule="exact"/>
        <w:ind w:firstLine="708"/>
        <w:jc w:val="center"/>
        <w:rPr>
          <w:rFonts w:ascii="Verdana" w:hAnsi="Verdana" w:cs="Times New Roman"/>
          <w:b/>
          <w:bCs/>
          <w:sz w:val="16"/>
          <w:szCs w:val="16"/>
        </w:rPr>
      </w:pPr>
      <w:r w:rsidRPr="0035665C">
        <w:rPr>
          <w:rFonts w:ascii="Verdana" w:hAnsi="Verdana" w:cs="Times New Roman"/>
          <w:b/>
          <w:bCs/>
          <w:sz w:val="16"/>
          <w:szCs w:val="16"/>
        </w:rPr>
        <w:t>DICHIARA</w:t>
      </w:r>
    </w:p>
    <w:p w14:paraId="463B0FA1" w14:textId="77777777" w:rsidR="00D97EC5" w:rsidRDefault="00FF7A33" w:rsidP="00CE41C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di aver effettuato, in conformità a quanto prescritto nella Lettera di Invito,</w:t>
      </w:r>
      <w:r w:rsidR="0073514C">
        <w:rPr>
          <w:rFonts w:ascii="Verdana" w:hAnsi="Verdana" w:cs="Times New Roman"/>
          <w:sz w:val="16"/>
          <w:szCs w:val="16"/>
        </w:rPr>
        <w:t xml:space="preserve"> anche per mezzo di soggetto delegato,</w:t>
      </w:r>
      <w:r w:rsidRPr="00804524">
        <w:rPr>
          <w:rFonts w:ascii="Verdana" w:hAnsi="Verdana" w:cs="Times New Roman"/>
          <w:sz w:val="16"/>
          <w:szCs w:val="16"/>
        </w:rPr>
        <w:t xml:space="preserve"> </w:t>
      </w:r>
      <w:r w:rsidR="009018AE">
        <w:rPr>
          <w:rFonts w:ascii="Verdana" w:hAnsi="Verdana" w:cs="Times New Roman"/>
          <w:sz w:val="16"/>
          <w:szCs w:val="16"/>
        </w:rPr>
        <w:t>i</w:t>
      </w:r>
      <w:r w:rsidR="00D25546">
        <w:rPr>
          <w:rFonts w:ascii="Verdana" w:hAnsi="Verdana" w:cs="Times New Roman"/>
          <w:sz w:val="16"/>
          <w:szCs w:val="16"/>
        </w:rPr>
        <w:t xml:space="preserve"> Sopralluog</w:t>
      </w:r>
      <w:r w:rsidR="009018AE">
        <w:rPr>
          <w:rFonts w:ascii="Verdana" w:hAnsi="Verdana" w:cs="Times New Roman"/>
          <w:sz w:val="16"/>
          <w:szCs w:val="16"/>
        </w:rPr>
        <w:t>hi</w:t>
      </w:r>
      <w:r w:rsidR="00D25546">
        <w:rPr>
          <w:rFonts w:ascii="Verdana" w:hAnsi="Verdana" w:cs="Times New Roman"/>
          <w:sz w:val="16"/>
          <w:szCs w:val="16"/>
        </w:rPr>
        <w:t xml:space="preserve"> presso l</w:t>
      </w:r>
      <w:r w:rsidR="00D97EC5">
        <w:rPr>
          <w:rFonts w:ascii="Verdana" w:hAnsi="Verdana" w:cs="Times New Roman"/>
          <w:sz w:val="16"/>
          <w:szCs w:val="16"/>
        </w:rPr>
        <w:t xml:space="preserve">e seguenti </w:t>
      </w:r>
      <w:r w:rsidR="00D25546">
        <w:rPr>
          <w:rFonts w:ascii="Verdana" w:hAnsi="Verdana" w:cs="Times New Roman"/>
          <w:sz w:val="16"/>
          <w:szCs w:val="16"/>
        </w:rPr>
        <w:t>are</w:t>
      </w:r>
      <w:r w:rsidR="00D97EC5">
        <w:rPr>
          <w:rFonts w:ascii="Verdana" w:hAnsi="Verdana" w:cs="Times New Roman"/>
          <w:sz w:val="16"/>
          <w:szCs w:val="16"/>
        </w:rPr>
        <w:t>e</w:t>
      </w:r>
      <w:r w:rsidR="00D25546">
        <w:rPr>
          <w:rFonts w:ascii="Verdana" w:hAnsi="Verdana" w:cs="Times New Roman"/>
          <w:sz w:val="16"/>
          <w:szCs w:val="16"/>
        </w:rPr>
        <w:t xml:space="preserve"> d</w:t>
      </w:r>
      <w:r w:rsidR="00D97EC5">
        <w:rPr>
          <w:rFonts w:ascii="Verdana" w:hAnsi="Verdana" w:cs="Times New Roman"/>
          <w:sz w:val="16"/>
          <w:szCs w:val="16"/>
        </w:rPr>
        <w:t>i</w:t>
      </w:r>
      <w:r w:rsidR="00D25546">
        <w:rPr>
          <w:rFonts w:ascii="Verdana" w:hAnsi="Verdana" w:cs="Times New Roman"/>
          <w:sz w:val="16"/>
          <w:szCs w:val="16"/>
        </w:rPr>
        <w:t xml:space="preserve"> cantiere</w:t>
      </w:r>
      <w:r w:rsidR="00D97EC5">
        <w:rPr>
          <w:rFonts w:ascii="Verdana" w:hAnsi="Verdana" w:cs="Times New Roman"/>
          <w:sz w:val="16"/>
          <w:szCs w:val="16"/>
        </w:rPr>
        <w:t xml:space="preserve"> </w:t>
      </w:r>
      <w:r w:rsidR="00D97EC5" w:rsidRPr="001109B2">
        <w:rPr>
          <w:rFonts w:ascii="Verdana" w:hAnsi="Verdana" w:cs="Times New Roman"/>
          <w:sz w:val="16"/>
          <w:szCs w:val="16"/>
        </w:rPr>
        <w:t xml:space="preserve">in </w:t>
      </w:r>
      <w:r w:rsidR="00D97EC5">
        <w:rPr>
          <w:rFonts w:ascii="Verdana" w:hAnsi="Verdana" w:cs="Times New Roman"/>
          <w:sz w:val="16"/>
          <w:szCs w:val="16"/>
        </w:rPr>
        <w:t xml:space="preserve">presenza degli incaricati da IGEA </w:t>
      </w:r>
      <w:proofErr w:type="spellStart"/>
      <w:r w:rsidR="00D97EC5">
        <w:rPr>
          <w:rFonts w:ascii="Verdana" w:hAnsi="Verdana" w:cs="Times New Roman"/>
          <w:sz w:val="16"/>
          <w:szCs w:val="16"/>
        </w:rPr>
        <w:t>SpA</w:t>
      </w:r>
      <w:proofErr w:type="spellEnd"/>
      <w:r w:rsidR="00D97EC5">
        <w:rPr>
          <w:rFonts w:ascii="Verdana" w:hAnsi="Verdana" w:cs="Times New Roman"/>
          <w:sz w:val="16"/>
          <w:szCs w:val="16"/>
        </w:rPr>
        <w:t xml:space="preserve"> contestualmente citati: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8"/>
        <w:gridCol w:w="1432"/>
        <w:gridCol w:w="1675"/>
        <w:gridCol w:w="1685"/>
        <w:gridCol w:w="2094"/>
        <w:gridCol w:w="2094"/>
      </w:tblGrid>
      <w:tr w:rsidR="009018AE" w:rsidRPr="006D29C6" w14:paraId="5D9F3D4F" w14:textId="77777777" w:rsidTr="0073514C">
        <w:trPr>
          <w:trHeight w:val="286"/>
          <w:tblHeader/>
          <w:jc w:val="center"/>
        </w:trPr>
        <w:tc>
          <w:tcPr>
            <w:tcW w:w="1788" w:type="dxa"/>
            <w:vMerge w:val="restart"/>
            <w:shd w:val="clear" w:color="auto" w:fill="auto"/>
            <w:vAlign w:val="center"/>
            <w:hideMark/>
          </w:tcPr>
          <w:p w14:paraId="62D35BB8" w14:textId="77777777" w:rsidR="009018AE" w:rsidRPr="006D29C6" w:rsidRDefault="009018AE" w:rsidP="00093191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AREA</w:t>
            </w:r>
          </w:p>
        </w:tc>
        <w:tc>
          <w:tcPr>
            <w:tcW w:w="1432" w:type="dxa"/>
            <w:vMerge w:val="restart"/>
            <w:shd w:val="clear" w:color="auto" w:fill="auto"/>
            <w:vAlign w:val="center"/>
            <w:hideMark/>
          </w:tcPr>
          <w:p w14:paraId="61727F94" w14:textId="77777777" w:rsidR="009018AE" w:rsidRPr="006D29C6" w:rsidRDefault="009018AE" w:rsidP="006D29C6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COMUNE</w:t>
            </w:r>
          </w:p>
        </w:tc>
        <w:tc>
          <w:tcPr>
            <w:tcW w:w="1675" w:type="dxa"/>
            <w:vMerge w:val="restart"/>
            <w:shd w:val="clear" w:color="auto" w:fill="auto"/>
            <w:vAlign w:val="center"/>
            <w:hideMark/>
          </w:tcPr>
          <w:p w14:paraId="00953386" w14:textId="77777777" w:rsidR="009018AE" w:rsidRPr="006D29C6" w:rsidRDefault="009018AE" w:rsidP="006D29C6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STRUTTURA DI DEPOSITO</w:t>
            </w:r>
          </w:p>
        </w:tc>
        <w:tc>
          <w:tcPr>
            <w:tcW w:w="1685" w:type="dxa"/>
            <w:vMerge w:val="restart"/>
            <w:vAlign w:val="center"/>
          </w:tcPr>
          <w:p w14:paraId="76E65E96" w14:textId="77777777" w:rsidR="009018AE" w:rsidRPr="006D29C6" w:rsidRDefault="009018AE" w:rsidP="006D29C6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DATA DEL SOPRALLUOGO</w:t>
            </w:r>
          </w:p>
        </w:tc>
        <w:tc>
          <w:tcPr>
            <w:tcW w:w="2094" w:type="dxa"/>
            <w:tcBorders>
              <w:bottom w:val="dashed" w:sz="4" w:space="0" w:color="auto"/>
            </w:tcBorders>
            <w:vAlign w:val="center"/>
          </w:tcPr>
          <w:p w14:paraId="7EC7A88F" w14:textId="77777777" w:rsidR="009018AE" w:rsidRPr="006D29C6" w:rsidRDefault="009018AE" w:rsidP="00FE33F5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 xml:space="preserve">NOME E COGNOME </w:t>
            </w:r>
            <w:r w:rsidR="00FE33F5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DELEGATO</w:t>
            </w: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 xml:space="preserve"> IMPRESA</w:t>
            </w:r>
          </w:p>
        </w:tc>
        <w:tc>
          <w:tcPr>
            <w:tcW w:w="2094" w:type="dxa"/>
            <w:tcBorders>
              <w:bottom w:val="dashed" w:sz="4" w:space="0" w:color="auto"/>
            </w:tcBorders>
            <w:vAlign w:val="center"/>
          </w:tcPr>
          <w:p w14:paraId="4C9A7C4C" w14:textId="77777777" w:rsidR="009018AE" w:rsidRPr="00CE41CF" w:rsidRDefault="009018AE" w:rsidP="00FE33F5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CE41CF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 xml:space="preserve">FIRMA </w:t>
            </w:r>
            <w:r w:rsidR="00FE33F5" w:rsidRPr="00CE41CF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DELEGATO</w:t>
            </w:r>
            <w:r w:rsidRPr="00CE41CF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 xml:space="preserve"> IMPRESA</w:t>
            </w:r>
          </w:p>
        </w:tc>
      </w:tr>
      <w:tr w:rsidR="009018AE" w:rsidRPr="006D29C6" w14:paraId="4286AD30" w14:textId="77777777" w:rsidTr="0073514C">
        <w:trPr>
          <w:trHeight w:val="285"/>
          <w:jc w:val="center"/>
        </w:trPr>
        <w:tc>
          <w:tcPr>
            <w:tcW w:w="1788" w:type="dxa"/>
            <w:vMerge/>
            <w:shd w:val="clear" w:color="auto" w:fill="auto"/>
            <w:vAlign w:val="center"/>
          </w:tcPr>
          <w:p w14:paraId="40FFE766" w14:textId="77777777" w:rsidR="009018AE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shd w:val="clear" w:color="auto" w:fill="auto"/>
            <w:vAlign w:val="center"/>
          </w:tcPr>
          <w:p w14:paraId="345D1CE1" w14:textId="77777777" w:rsidR="009018AE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vAlign w:val="center"/>
          </w:tcPr>
          <w:p w14:paraId="7329C1FF" w14:textId="77777777" w:rsidR="009018AE" w:rsidRPr="006D29C6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240440CF" w14:textId="77777777" w:rsidR="009018AE" w:rsidRPr="006D29C6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23711B3" w14:textId="77777777" w:rsidR="009018AE" w:rsidRPr="006D29C6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NOME E COGNOME INCARICATO IGEA SPA</w:t>
            </w: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5AEEB54" w14:textId="77777777" w:rsidR="009018AE" w:rsidRPr="00CE41CF" w:rsidRDefault="009018AE" w:rsidP="009018AE">
            <w:pPr>
              <w:spacing w:after="0"/>
              <w:jc w:val="center"/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</w:pPr>
            <w:r w:rsidRPr="00CE41CF">
              <w:rPr>
                <w:rFonts w:ascii="Verdana" w:hAnsi="Verdana" w:cs="Arial"/>
                <w:b/>
                <w:bCs/>
                <w:color w:val="000000"/>
                <w:sz w:val="14"/>
                <w:szCs w:val="14"/>
              </w:rPr>
              <w:t>FIRMA INCARICATO IGEA SPA</w:t>
            </w:r>
          </w:p>
        </w:tc>
      </w:tr>
      <w:tr w:rsidR="00C97356" w:rsidRPr="006D29C6" w14:paraId="3C192C0A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AEE2B4" w14:textId="1FFEE35C" w:rsidR="00C97356" w:rsidRPr="006D29C6" w:rsidRDefault="00AB56C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Monte Regio – </w:t>
            </w:r>
            <w:proofErr w:type="spellStart"/>
            <w:r>
              <w:rPr>
                <w:rFonts w:ascii="Verdana" w:hAnsi="Verdana" w:cs="Arial"/>
                <w:color w:val="000000"/>
                <w:sz w:val="14"/>
                <w:szCs w:val="14"/>
              </w:rPr>
              <w:t>Scalittas</w:t>
            </w:r>
            <w:proofErr w:type="spellEnd"/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– Acquaresi - </w:t>
            </w:r>
            <w:proofErr w:type="spellStart"/>
            <w:r>
              <w:rPr>
                <w:rFonts w:ascii="Verdana" w:hAnsi="Verdana" w:cs="Arial"/>
                <w:color w:val="000000"/>
                <w:sz w:val="14"/>
                <w:szCs w:val="14"/>
              </w:rPr>
              <w:t>Montecani</w:t>
            </w:r>
            <w:proofErr w:type="spellEnd"/>
          </w:p>
        </w:tc>
        <w:tc>
          <w:tcPr>
            <w:tcW w:w="143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EC2F" w14:textId="1064FFBD" w:rsidR="00C97356" w:rsidRPr="006D29C6" w:rsidRDefault="00663785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>Iglesias (SU) - Buggerru</w:t>
            </w:r>
            <w:r w:rsidR="00C97356"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(SU)</w:t>
            </w:r>
          </w:p>
        </w:tc>
        <w:tc>
          <w:tcPr>
            <w:tcW w:w="167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FC4C" w14:textId="0DB3BBCC" w:rsidR="00663785" w:rsidRDefault="00663785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>DM11-15-17</w:t>
            </w:r>
            <w:r w:rsidR="00C97356"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6A592468" w14:textId="5E5D2F21" w:rsidR="00663785" w:rsidRDefault="00C97356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(</w:t>
            </w:r>
            <w:r w:rsidR="00663785">
              <w:rPr>
                <w:rFonts w:ascii="Verdana" w:hAnsi="Verdana" w:cs="Arial"/>
                <w:color w:val="000000"/>
                <w:sz w:val="14"/>
                <w:szCs w:val="14"/>
              </w:rPr>
              <w:t>Monte Regio)</w:t>
            </w:r>
          </w:p>
          <w:p w14:paraId="4C022DAF" w14:textId="77777777" w:rsidR="00663785" w:rsidRPr="001D7489" w:rsidRDefault="00663785" w:rsidP="001D7489">
            <w:pPr>
              <w:spacing w:after="0" w:line="240" w:lineRule="auto"/>
              <w:jc w:val="center"/>
              <w:rPr>
                <w:rFonts w:ascii="Verdana" w:hAnsi="Verdana" w:cs="Arial"/>
                <w:color w:val="000000"/>
                <w:sz w:val="4"/>
                <w:szCs w:val="4"/>
              </w:rPr>
            </w:pPr>
          </w:p>
          <w:p w14:paraId="2AF50780" w14:textId="77777777" w:rsidR="00663785" w:rsidRDefault="00663785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>DM36 (</w:t>
            </w:r>
            <w:proofErr w:type="spellStart"/>
            <w:r>
              <w:rPr>
                <w:rFonts w:ascii="Verdana" w:hAnsi="Verdana" w:cs="Arial"/>
                <w:color w:val="000000"/>
                <w:sz w:val="14"/>
                <w:szCs w:val="14"/>
              </w:rPr>
              <w:t>Scalittas</w:t>
            </w:r>
            <w:proofErr w:type="spellEnd"/>
            <w:r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</w:p>
          <w:p w14:paraId="673875EC" w14:textId="77777777" w:rsidR="00663785" w:rsidRPr="00C11995" w:rsidRDefault="00663785" w:rsidP="00663785">
            <w:pPr>
              <w:spacing w:after="0" w:line="240" w:lineRule="auto"/>
              <w:jc w:val="center"/>
              <w:rPr>
                <w:rFonts w:ascii="Verdana" w:hAnsi="Verdana" w:cs="Arial"/>
                <w:color w:val="000000"/>
                <w:sz w:val="4"/>
                <w:szCs w:val="4"/>
              </w:rPr>
            </w:pPr>
          </w:p>
          <w:p w14:paraId="40E083EB" w14:textId="7628E31F" w:rsidR="00C97356" w:rsidRDefault="00663785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>DM56-68 / AI01 (Acquaresi)</w:t>
            </w:r>
          </w:p>
          <w:p w14:paraId="3CE4658D" w14:textId="77777777" w:rsidR="00663785" w:rsidRPr="001D7489" w:rsidRDefault="00663785" w:rsidP="001D7489">
            <w:pPr>
              <w:spacing w:after="0" w:line="240" w:lineRule="auto"/>
              <w:jc w:val="center"/>
              <w:rPr>
                <w:rFonts w:ascii="Verdana" w:hAnsi="Verdana" w:cs="Arial"/>
                <w:color w:val="000000"/>
                <w:sz w:val="4"/>
                <w:szCs w:val="4"/>
              </w:rPr>
            </w:pPr>
          </w:p>
          <w:p w14:paraId="003194BC" w14:textId="199E0C22" w:rsidR="00C97356" w:rsidRPr="006D29C6" w:rsidRDefault="00663785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>
              <w:rPr>
                <w:rFonts w:ascii="Verdana" w:hAnsi="Verdana" w:cs="Arial"/>
                <w:color w:val="000000"/>
                <w:sz w:val="14"/>
                <w:szCs w:val="14"/>
              </w:rPr>
              <w:t>DM95 / AI02 (</w:t>
            </w:r>
            <w:proofErr w:type="spellStart"/>
            <w:r>
              <w:rPr>
                <w:rFonts w:ascii="Verdana" w:hAnsi="Verdana" w:cs="Arial"/>
                <w:color w:val="000000"/>
                <w:sz w:val="14"/>
                <w:szCs w:val="14"/>
              </w:rPr>
              <w:t>Montecani</w:t>
            </w:r>
            <w:proofErr w:type="spellEnd"/>
            <w:r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685" w:type="dxa"/>
            <w:vMerge w:val="restart"/>
            <w:tcBorders>
              <w:bottom w:val="single" w:sz="4" w:space="0" w:color="auto"/>
            </w:tcBorders>
            <w:vAlign w:val="center"/>
          </w:tcPr>
          <w:p w14:paraId="092392EB" w14:textId="7DC74D7C" w:rsidR="00C97356" w:rsidRPr="006D29C6" w:rsidRDefault="00C97356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34C7F1B4" w14:textId="77777777" w:rsidR="00C97356" w:rsidRPr="00FE33F5" w:rsidRDefault="00C97356" w:rsidP="00C97356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75904E4F" w14:textId="77777777" w:rsidR="00C97356" w:rsidRPr="00CE41CF" w:rsidRDefault="00C97356" w:rsidP="00C97356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C97356" w:rsidRPr="006D29C6" w14:paraId="1DB520C4" w14:textId="77777777" w:rsidTr="0073514C">
        <w:trPr>
          <w:trHeight w:val="567"/>
          <w:jc w:val="center"/>
        </w:trPr>
        <w:tc>
          <w:tcPr>
            <w:tcW w:w="1788" w:type="dxa"/>
            <w:vMerge/>
            <w:vAlign w:val="center"/>
            <w:hideMark/>
          </w:tcPr>
          <w:p w14:paraId="2CBB5D1E" w14:textId="77777777" w:rsidR="00C97356" w:rsidRPr="006D29C6" w:rsidRDefault="00C97356" w:rsidP="009018AE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2AF00770" w14:textId="77777777" w:rsidR="00C97356" w:rsidRPr="006D29C6" w:rsidRDefault="00C97356" w:rsidP="009018AE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555A2EB9" w14:textId="77777777" w:rsidR="00C97356" w:rsidRPr="006D29C6" w:rsidRDefault="00C97356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7FBF63A4" w14:textId="77777777" w:rsidR="00C97356" w:rsidRPr="006D29C6" w:rsidRDefault="00C97356" w:rsidP="009018AE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6C5E951E" w14:textId="77777777" w:rsidR="00C97356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038B9A8F" w14:textId="77777777" w:rsidR="00C97356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F02F07" w:rsidRPr="00CE41CF" w14:paraId="45C685D7" w14:textId="77777777" w:rsidTr="002A5EEB">
        <w:trPr>
          <w:trHeight w:val="567"/>
          <w:jc w:val="center"/>
        </w:trPr>
        <w:tc>
          <w:tcPr>
            <w:tcW w:w="178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44C0C8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Arenas Su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Pitzianti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</w:t>
            </w: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br/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Genna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Carru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Tiny</w:t>
            </w:r>
            <w:proofErr w:type="spellEnd"/>
          </w:p>
        </w:tc>
        <w:tc>
          <w:tcPr>
            <w:tcW w:w="143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AE4C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Fluminimaggiore (SU)</w:t>
            </w:r>
          </w:p>
        </w:tc>
        <w:tc>
          <w:tcPr>
            <w:tcW w:w="167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53FA" w14:textId="77777777" w:rsidR="00F02F07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A (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Genna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Carru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   </w:t>
            </w: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B (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Genna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Carru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   C (</w:t>
            </w:r>
            <w:proofErr w:type="spellStart"/>
            <w:r>
              <w:rPr>
                <w:rFonts w:ascii="Verdana" w:hAnsi="Verdana" w:cs="Arial"/>
                <w:color w:val="000000"/>
                <w:sz w:val="14"/>
                <w:szCs w:val="14"/>
              </w:rPr>
              <w:t>Tiny</w:t>
            </w:r>
            <w:proofErr w:type="spellEnd"/>
            <w:r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</w:p>
          <w:p w14:paraId="12058AC5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 w:val="restart"/>
            <w:tcBorders>
              <w:bottom w:val="single" w:sz="4" w:space="0" w:color="auto"/>
            </w:tcBorders>
            <w:vAlign w:val="center"/>
          </w:tcPr>
          <w:p w14:paraId="79A95F16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71B1BFAE" w14:textId="77777777" w:rsidR="00F02F07" w:rsidRPr="00FE33F5" w:rsidRDefault="00F02F07" w:rsidP="002A5EEB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4B137D9B" w14:textId="77777777" w:rsidR="00F02F07" w:rsidRPr="00CE41CF" w:rsidRDefault="00F02F07" w:rsidP="002A5EEB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F02F07" w:rsidRPr="00CE41CF" w14:paraId="06925DFA" w14:textId="77777777" w:rsidTr="002A5EEB">
        <w:trPr>
          <w:trHeight w:val="567"/>
          <w:jc w:val="center"/>
        </w:trPr>
        <w:tc>
          <w:tcPr>
            <w:tcW w:w="1788" w:type="dxa"/>
            <w:vMerge/>
            <w:vAlign w:val="center"/>
            <w:hideMark/>
          </w:tcPr>
          <w:p w14:paraId="6C095D79" w14:textId="77777777" w:rsidR="00F02F07" w:rsidRPr="006D29C6" w:rsidRDefault="00F02F07" w:rsidP="002A5EEB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3E53D907" w14:textId="77777777" w:rsidR="00F02F07" w:rsidRPr="006D29C6" w:rsidRDefault="00F02F07" w:rsidP="002A5EEB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31B9B4F0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3C5F3B65" w14:textId="77777777" w:rsidR="00F02F07" w:rsidRPr="006D29C6" w:rsidRDefault="00F02F07" w:rsidP="002A5EEB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2C767439" w14:textId="77777777" w:rsidR="00F02F07" w:rsidRPr="00FE33F5" w:rsidRDefault="00F02F07" w:rsidP="002A5EEB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57558313" w14:textId="77777777" w:rsidR="00F02F07" w:rsidRPr="00CE41CF" w:rsidRDefault="00F02F07" w:rsidP="002A5EEB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072FA4AA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48B6B740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San Benedetto</w:t>
            </w:r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24A0E6FF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Iglesias (SU)</w:t>
            </w:r>
          </w:p>
        </w:tc>
        <w:tc>
          <w:tcPr>
            <w:tcW w:w="1675" w:type="dxa"/>
            <w:vMerge w:val="restart"/>
            <w:shd w:val="clear" w:color="auto" w:fill="auto"/>
            <w:noWrap/>
            <w:vAlign w:val="center"/>
            <w:hideMark/>
          </w:tcPr>
          <w:p w14:paraId="4BCA88D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01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- 02 - 03</w:t>
            </w:r>
          </w:p>
        </w:tc>
        <w:tc>
          <w:tcPr>
            <w:tcW w:w="1685" w:type="dxa"/>
            <w:vMerge w:val="restart"/>
            <w:vAlign w:val="center"/>
          </w:tcPr>
          <w:p w14:paraId="33EFC55E" w14:textId="64B2156C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10738244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3A591962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4A54FC2A" w14:textId="77777777" w:rsidTr="0073514C">
        <w:trPr>
          <w:trHeight w:val="567"/>
          <w:jc w:val="center"/>
        </w:trPr>
        <w:tc>
          <w:tcPr>
            <w:tcW w:w="1788" w:type="dxa"/>
            <w:vMerge/>
            <w:vAlign w:val="center"/>
            <w:hideMark/>
          </w:tcPr>
          <w:p w14:paraId="49CCBBFD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4E54B585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22C49CA4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6BB9F393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57C250DA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54A49E2D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0AB29A6C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395AAC9A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Campo Pisano</w:t>
            </w:r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669C6583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Iglesias (SU)</w:t>
            </w:r>
          </w:p>
        </w:tc>
        <w:tc>
          <w:tcPr>
            <w:tcW w:w="1675" w:type="dxa"/>
            <w:vMerge w:val="restart"/>
            <w:shd w:val="clear" w:color="auto" w:fill="auto"/>
            <w:noWrap/>
            <w:vAlign w:val="center"/>
            <w:hideMark/>
          </w:tcPr>
          <w:p w14:paraId="18EF3D11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CP25 (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Cabitza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CP26 (San Giorgio) - CP27 (San Giorgio)</w:t>
            </w:r>
          </w:p>
        </w:tc>
        <w:tc>
          <w:tcPr>
            <w:tcW w:w="1685" w:type="dxa"/>
            <w:vMerge w:val="restart"/>
            <w:vAlign w:val="center"/>
          </w:tcPr>
          <w:p w14:paraId="2D066CED" w14:textId="4914A8F0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6A8D78F7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506696C3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20CD7CB5" w14:textId="77777777" w:rsidTr="0073514C">
        <w:trPr>
          <w:trHeight w:val="567"/>
          <w:jc w:val="center"/>
        </w:trPr>
        <w:tc>
          <w:tcPr>
            <w:tcW w:w="178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0DAE413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86C6146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DCB95D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EBFD82F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</w:tcPr>
          <w:p w14:paraId="30D57424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</w:tcPr>
          <w:p w14:paraId="07D56698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5775A833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0635FB08" w14:textId="74C8FCF8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Monte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Agrux</w:t>
            </w:r>
            <w:r w:rsidR="009F54BB">
              <w:rPr>
                <w:rFonts w:ascii="Verdana" w:hAnsi="Verdana" w:cs="Arial"/>
                <w:color w:val="000000"/>
                <w:sz w:val="14"/>
                <w:szCs w:val="14"/>
              </w:rPr>
              <w:t>i</w:t>
            </w: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au</w:t>
            </w:r>
            <w:proofErr w:type="spellEnd"/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5FEC1C20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Iglesias (SU)</w:t>
            </w:r>
          </w:p>
        </w:tc>
        <w:tc>
          <w:tcPr>
            <w:tcW w:w="1675" w:type="dxa"/>
            <w:vMerge w:val="restart"/>
            <w:shd w:val="clear" w:color="auto" w:fill="auto"/>
            <w:noWrap/>
            <w:vAlign w:val="center"/>
            <w:hideMark/>
          </w:tcPr>
          <w:p w14:paraId="7FFFD6A1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MA10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- MA12</w:t>
            </w:r>
          </w:p>
        </w:tc>
        <w:tc>
          <w:tcPr>
            <w:tcW w:w="1685" w:type="dxa"/>
            <w:vMerge w:val="restart"/>
            <w:vAlign w:val="center"/>
          </w:tcPr>
          <w:p w14:paraId="14D9EAFB" w14:textId="55C1A7E2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071868D8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4E7AC8C9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393A75EB" w14:textId="77777777" w:rsidTr="0073514C">
        <w:trPr>
          <w:trHeight w:val="567"/>
          <w:jc w:val="center"/>
        </w:trPr>
        <w:tc>
          <w:tcPr>
            <w:tcW w:w="1788" w:type="dxa"/>
            <w:vMerge/>
            <w:vAlign w:val="center"/>
            <w:hideMark/>
          </w:tcPr>
          <w:p w14:paraId="57C29CEB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600ACEE4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19AFF3C5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0E279879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20110D83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49400CDE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7B98E88D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12CA86F9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Monteponi</w:t>
            </w:r>
            <w:proofErr w:type="spellEnd"/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7EA8C6AF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Iglesias (SU)</w:t>
            </w:r>
          </w:p>
        </w:tc>
        <w:tc>
          <w:tcPr>
            <w:tcW w:w="1675" w:type="dxa"/>
            <w:vMerge w:val="restart"/>
            <w:shd w:val="clear" w:color="auto" w:fill="auto"/>
            <w:noWrap/>
            <w:vAlign w:val="center"/>
            <w:hideMark/>
          </w:tcPr>
          <w:p w14:paraId="2BDB2BAD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Fanghi Rossi</w:t>
            </w:r>
          </w:p>
        </w:tc>
        <w:tc>
          <w:tcPr>
            <w:tcW w:w="1685" w:type="dxa"/>
            <w:vMerge w:val="restart"/>
            <w:vAlign w:val="center"/>
          </w:tcPr>
          <w:p w14:paraId="12274851" w14:textId="209FCA20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080E154F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1F542EEC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2698089A" w14:textId="77777777" w:rsidTr="0073514C">
        <w:trPr>
          <w:trHeight w:val="567"/>
          <w:jc w:val="center"/>
        </w:trPr>
        <w:tc>
          <w:tcPr>
            <w:tcW w:w="1788" w:type="dxa"/>
            <w:vMerge/>
            <w:shd w:val="clear" w:color="auto" w:fill="auto"/>
            <w:noWrap/>
            <w:vAlign w:val="center"/>
          </w:tcPr>
          <w:p w14:paraId="341E5ABD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shd w:val="clear" w:color="auto" w:fill="auto"/>
            <w:noWrap/>
            <w:vAlign w:val="center"/>
          </w:tcPr>
          <w:p w14:paraId="0B8BE5B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10F799C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05D274E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75DAA790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605B389F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1F962E0A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B17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lastRenderedPageBreak/>
              <w:t xml:space="preserve">San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Giovanneddu</w:t>
            </w:r>
            <w:proofErr w:type="spellEnd"/>
          </w:p>
        </w:tc>
        <w:tc>
          <w:tcPr>
            <w:tcW w:w="1432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306A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Iglesias (SU)</w:t>
            </w:r>
          </w:p>
        </w:tc>
        <w:tc>
          <w:tcPr>
            <w:tcW w:w="167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2FB8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ID 9/10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 xml:space="preserve"> – ID 11/12 – ID 13 – ID 14</w:t>
            </w:r>
          </w:p>
        </w:tc>
        <w:tc>
          <w:tcPr>
            <w:tcW w:w="1685" w:type="dxa"/>
            <w:vMerge w:val="restart"/>
            <w:tcBorders>
              <w:bottom w:val="single" w:sz="4" w:space="0" w:color="auto"/>
            </w:tcBorders>
            <w:vAlign w:val="center"/>
          </w:tcPr>
          <w:p w14:paraId="46137E2F" w14:textId="7FC043F2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74DCB0D4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5178BA76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40CA7F6A" w14:textId="77777777" w:rsidTr="0073514C">
        <w:trPr>
          <w:trHeight w:val="567"/>
          <w:jc w:val="center"/>
        </w:trPr>
        <w:tc>
          <w:tcPr>
            <w:tcW w:w="178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F71020F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D68DDC8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0FD74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5D7FCAC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</w:tcPr>
          <w:p w14:paraId="6A05086E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  <w:bottom w:val="single" w:sz="4" w:space="0" w:color="auto"/>
            </w:tcBorders>
          </w:tcPr>
          <w:p w14:paraId="5E215BC5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107084C3" w14:textId="77777777" w:rsidTr="0073514C">
        <w:trPr>
          <w:trHeight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69C26AF0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Sos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Enattos</w:t>
            </w:r>
            <w:proofErr w:type="spellEnd"/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628D5EF0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Lula (NU)</w:t>
            </w:r>
          </w:p>
        </w:tc>
        <w:tc>
          <w:tcPr>
            <w:tcW w:w="1675" w:type="dxa"/>
            <w:vMerge w:val="restart"/>
            <w:shd w:val="clear" w:color="auto" w:fill="auto"/>
            <w:noWrap/>
            <w:vAlign w:val="center"/>
            <w:hideMark/>
          </w:tcPr>
          <w:p w14:paraId="648010A6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Sos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Enattos</w:t>
            </w:r>
            <w:proofErr w:type="spellEnd"/>
          </w:p>
        </w:tc>
        <w:tc>
          <w:tcPr>
            <w:tcW w:w="1685" w:type="dxa"/>
            <w:vMerge w:val="restart"/>
            <w:vAlign w:val="center"/>
          </w:tcPr>
          <w:p w14:paraId="200BACFD" w14:textId="76EFCA57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bottom w:val="dashed" w:sz="4" w:space="0" w:color="auto"/>
            </w:tcBorders>
          </w:tcPr>
          <w:p w14:paraId="7AF822F9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top w:val="single" w:sz="4" w:space="0" w:color="auto"/>
              <w:bottom w:val="dashed" w:sz="4" w:space="0" w:color="auto"/>
            </w:tcBorders>
          </w:tcPr>
          <w:p w14:paraId="1C62AC16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38E1D875" w14:textId="77777777" w:rsidTr="0073514C">
        <w:trPr>
          <w:trHeight w:val="567"/>
          <w:jc w:val="center"/>
        </w:trPr>
        <w:tc>
          <w:tcPr>
            <w:tcW w:w="1788" w:type="dxa"/>
            <w:vMerge/>
            <w:shd w:val="clear" w:color="auto" w:fill="auto"/>
            <w:noWrap/>
            <w:vAlign w:val="center"/>
          </w:tcPr>
          <w:p w14:paraId="47A1EC3B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shd w:val="clear" w:color="auto" w:fill="auto"/>
            <w:noWrap/>
            <w:vAlign w:val="center"/>
          </w:tcPr>
          <w:p w14:paraId="29F06089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vMerge/>
            <w:shd w:val="clear" w:color="auto" w:fill="auto"/>
            <w:noWrap/>
            <w:vAlign w:val="center"/>
          </w:tcPr>
          <w:p w14:paraId="05B43E17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85" w:type="dxa"/>
            <w:vMerge/>
            <w:vAlign w:val="center"/>
          </w:tcPr>
          <w:p w14:paraId="6EBEB56B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2542CB80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0E85AA45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  <w:tr w:rsidR="0073514C" w:rsidRPr="006D29C6" w14:paraId="5B890CCB" w14:textId="77777777" w:rsidTr="0073514C">
        <w:trPr>
          <w:trHeight w:hRule="exact" w:val="567"/>
          <w:jc w:val="center"/>
        </w:trPr>
        <w:tc>
          <w:tcPr>
            <w:tcW w:w="1788" w:type="dxa"/>
            <w:vMerge w:val="restart"/>
            <w:shd w:val="clear" w:color="auto" w:fill="auto"/>
            <w:noWrap/>
            <w:vAlign w:val="center"/>
            <w:hideMark/>
          </w:tcPr>
          <w:p w14:paraId="4B39CD9B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Funtana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Raminosa</w:t>
            </w:r>
            <w:proofErr w:type="spellEnd"/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039189A1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Gadoni (NU)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0159A28F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FR21 (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Taccu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Zippiri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685" w:type="dxa"/>
            <w:vMerge w:val="restart"/>
            <w:vAlign w:val="center"/>
          </w:tcPr>
          <w:p w14:paraId="66BDFCD9" w14:textId="5F1FA26B" w:rsidR="0073514C" w:rsidRPr="006D29C6" w:rsidRDefault="0073514C" w:rsidP="00356CAA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DATA</w:t>
            </w:r>
            <w:r>
              <w:rPr>
                <w:rFonts w:ascii="Verdana" w:hAnsi="Verdana" w:cs="Arial"/>
                <w:color w:val="000000"/>
                <w:sz w:val="14"/>
                <w:szCs w:val="14"/>
              </w:rPr>
              <w:t>: ___/___/202</w:t>
            </w:r>
            <w:r w:rsidR="00356CAA">
              <w:rPr>
                <w:rFonts w:ascii="Verdana" w:hAnsi="Verdana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2199F3D1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  <w:tc>
          <w:tcPr>
            <w:tcW w:w="2094" w:type="dxa"/>
            <w:tcBorders>
              <w:bottom w:val="dashed" w:sz="4" w:space="0" w:color="auto"/>
            </w:tcBorders>
          </w:tcPr>
          <w:p w14:paraId="2A2B55D8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IMPRESA:</w:t>
            </w:r>
          </w:p>
        </w:tc>
      </w:tr>
      <w:tr w:rsidR="0073514C" w:rsidRPr="006D29C6" w14:paraId="0247B39A" w14:textId="77777777" w:rsidTr="0073514C">
        <w:trPr>
          <w:trHeight w:hRule="exact" w:val="567"/>
          <w:jc w:val="center"/>
        </w:trPr>
        <w:tc>
          <w:tcPr>
            <w:tcW w:w="1788" w:type="dxa"/>
            <w:vMerge/>
            <w:vAlign w:val="center"/>
            <w:hideMark/>
          </w:tcPr>
          <w:p w14:paraId="33BCB2F8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692AAB29" w14:textId="77777777" w:rsidR="0073514C" w:rsidRPr="006D29C6" w:rsidRDefault="0073514C" w:rsidP="0073514C">
            <w:pPr>
              <w:spacing w:after="0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14:paraId="24F52048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FR22 (</w:t>
            </w:r>
            <w:proofErr w:type="spellStart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Tialesi</w:t>
            </w:r>
            <w:proofErr w:type="spellEnd"/>
            <w:r w:rsidRPr="006D29C6">
              <w:rPr>
                <w:rFonts w:ascii="Verdana" w:hAnsi="Verdana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685" w:type="dxa"/>
            <w:vMerge/>
            <w:vAlign w:val="center"/>
          </w:tcPr>
          <w:p w14:paraId="6AE44292" w14:textId="77777777" w:rsidR="0073514C" w:rsidRPr="006D29C6" w:rsidRDefault="0073514C" w:rsidP="0073514C">
            <w:pPr>
              <w:spacing w:after="0"/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51DAC1C4" w14:textId="77777777" w:rsidR="0073514C" w:rsidRPr="00FE33F5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FE33F5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  <w:tc>
          <w:tcPr>
            <w:tcW w:w="2094" w:type="dxa"/>
            <w:tcBorders>
              <w:top w:val="dashed" w:sz="4" w:space="0" w:color="auto"/>
            </w:tcBorders>
          </w:tcPr>
          <w:p w14:paraId="5048573E" w14:textId="77777777" w:rsidR="0073514C" w:rsidRPr="00CE41CF" w:rsidRDefault="0073514C" w:rsidP="0073514C">
            <w:pPr>
              <w:spacing w:after="0"/>
              <w:rPr>
                <w:rFonts w:ascii="Verdana" w:hAnsi="Verdana" w:cs="Arial"/>
                <w:color w:val="000000"/>
                <w:sz w:val="12"/>
                <w:szCs w:val="12"/>
              </w:rPr>
            </w:pPr>
            <w:r w:rsidRPr="00CE41CF">
              <w:rPr>
                <w:rFonts w:ascii="Verdana" w:hAnsi="Verdana" w:cs="Arial"/>
                <w:color w:val="000000"/>
                <w:sz w:val="12"/>
                <w:szCs w:val="12"/>
              </w:rPr>
              <w:t>IGEA:</w:t>
            </w:r>
          </w:p>
        </w:tc>
      </w:tr>
    </w:tbl>
    <w:p w14:paraId="13C1D8C4" w14:textId="77777777" w:rsidR="00D97EC5" w:rsidRPr="00D97EC5" w:rsidRDefault="00D97EC5" w:rsidP="00D97EC5">
      <w:pPr>
        <w:autoSpaceDE w:val="0"/>
        <w:autoSpaceDN w:val="0"/>
        <w:adjustRightInd w:val="0"/>
        <w:spacing w:before="120" w:after="120" w:line="240" w:lineRule="exact"/>
        <w:ind w:left="357"/>
        <w:jc w:val="both"/>
        <w:rPr>
          <w:rFonts w:ascii="Verdana" w:hAnsi="Verdana" w:cs="Times New Roman"/>
          <w:sz w:val="16"/>
          <w:szCs w:val="16"/>
        </w:rPr>
      </w:pPr>
    </w:p>
    <w:p w14:paraId="0EA58511" w14:textId="77777777" w:rsidR="00FF7A33" w:rsidRPr="00804524" w:rsidRDefault="00FF7A33" w:rsidP="004D2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che nel corso de</w:t>
      </w:r>
      <w:r w:rsidR="009018AE">
        <w:rPr>
          <w:rFonts w:ascii="Verdana" w:hAnsi="Verdana" w:cs="Times New Roman"/>
          <w:sz w:val="16"/>
          <w:szCs w:val="16"/>
        </w:rPr>
        <w:t>i</w:t>
      </w:r>
      <w:r w:rsidRPr="00804524">
        <w:rPr>
          <w:rFonts w:ascii="Verdana" w:hAnsi="Verdana" w:cs="Times New Roman"/>
          <w:sz w:val="16"/>
          <w:szCs w:val="16"/>
        </w:rPr>
        <w:t xml:space="preserve"> menzionat</w:t>
      </w:r>
      <w:r w:rsidR="009018AE">
        <w:rPr>
          <w:rFonts w:ascii="Verdana" w:hAnsi="Verdana" w:cs="Times New Roman"/>
          <w:sz w:val="16"/>
          <w:szCs w:val="16"/>
        </w:rPr>
        <w:t>i</w:t>
      </w:r>
      <w:r w:rsidRPr="00804524">
        <w:rPr>
          <w:rFonts w:ascii="Verdana" w:hAnsi="Verdana" w:cs="Times New Roman"/>
          <w:sz w:val="16"/>
          <w:szCs w:val="16"/>
        </w:rPr>
        <w:t xml:space="preserve"> sopralluog</w:t>
      </w:r>
      <w:r w:rsidR="009018AE">
        <w:rPr>
          <w:rFonts w:ascii="Verdana" w:hAnsi="Verdana" w:cs="Times New Roman"/>
          <w:sz w:val="16"/>
          <w:szCs w:val="16"/>
        </w:rPr>
        <w:t>hi</w:t>
      </w:r>
      <w:r w:rsidRPr="00804524">
        <w:rPr>
          <w:rFonts w:ascii="Verdana" w:hAnsi="Verdana" w:cs="Times New Roman"/>
          <w:sz w:val="16"/>
          <w:szCs w:val="16"/>
        </w:rPr>
        <w:t xml:space="preserve"> ha assunto tutte le informazioni e le notizie utili per l’</w:t>
      </w:r>
      <w:r w:rsidR="007425A0">
        <w:rPr>
          <w:rFonts w:ascii="Verdana" w:hAnsi="Verdana" w:cs="Times New Roman"/>
          <w:sz w:val="16"/>
          <w:szCs w:val="16"/>
        </w:rPr>
        <w:t>esecuzione dei servizi</w:t>
      </w:r>
      <w:r w:rsidR="00F11653">
        <w:rPr>
          <w:rFonts w:ascii="Verdana" w:hAnsi="Verdana" w:cs="Times New Roman"/>
          <w:sz w:val="16"/>
          <w:szCs w:val="16"/>
        </w:rPr>
        <w:t xml:space="preserve"> oggetto della</w:t>
      </w:r>
      <w:r w:rsidRPr="00804524">
        <w:rPr>
          <w:rFonts w:ascii="Verdana" w:hAnsi="Verdana" w:cs="Times New Roman"/>
          <w:sz w:val="16"/>
          <w:szCs w:val="16"/>
        </w:rPr>
        <w:t xml:space="preserve"> Procedura e che, in particolare, anche grazie a</w:t>
      </w:r>
      <w:r w:rsidR="009018AE">
        <w:rPr>
          <w:rFonts w:ascii="Verdana" w:hAnsi="Verdana" w:cs="Times New Roman"/>
          <w:sz w:val="16"/>
          <w:szCs w:val="16"/>
        </w:rPr>
        <w:t>i</w:t>
      </w:r>
      <w:r w:rsidRPr="00804524">
        <w:rPr>
          <w:rFonts w:ascii="Verdana" w:hAnsi="Verdana" w:cs="Times New Roman"/>
          <w:sz w:val="16"/>
          <w:szCs w:val="16"/>
        </w:rPr>
        <w:t xml:space="preserve"> menzionat</w:t>
      </w:r>
      <w:r w:rsidR="009018AE">
        <w:rPr>
          <w:rFonts w:ascii="Verdana" w:hAnsi="Verdana" w:cs="Times New Roman"/>
          <w:sz w:val="16"/>
          <w:szCs w:val="16"/>
        </w:rPr>
        <w:t>i</w:t>
      </w:r>
      <w:r w:rsidRPr="00804524">
        <w:rPr>
          <w:rFonts w:ascii="Verdana" w:hAnsi="Verdana" w:cs="Times New Roman"/>
          <w:sz w:val="16"/>
          <w:szCs w:val="16"/>
        </w:rPr>
        <w:t xml:space="preserve"> sopralluog</w:t>
      </w:r>
      <w:r w:rsidR="009018AE">
        <w:rPr>
          <w:rFonts w:ascii="Verdana" w:hAnsi="Verdana" w:cs="Times New Roman"/>
          <w:sz w:val="16"/>
          <w:szCs w:val="16"/>
        </w:rPr>
        <w:t>hi</w:t>
      </w:r>
      <w:r w:rsidRPr="00804524">
        <w:rPr>
          <w:rFonts w:ascii="Verdana" w:hAnsi="Verdana" w:cs="Times New Roman"/>
          <w:sz w:val="16"/>
          <w:szCs w:val="16"/>
        </w:rPr>
        <w:t xml:space="preserve"> è a perfetta conoscenza:</w:t>
      </w:r>
    </w:p>
    <w:p w14:paraId="7EEE8795" w14:textId="77777777" w:rsidR="00FF7A33" w:rsidRPr="00804524" w:rsidRDefault="00FF7A33" w:rsidP="004D26E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993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della natura dei luoghi e delle condizioni in cui i servizi oggetto di gara e le attività agli stessi connesse dovranno essere svolti;</w:t>
      </w:r>
    </w:p>
    <w:p w14:paraId="1FD457FE" w14:textId="77777777" w:rsidR="00FF7A33" w:rsidRPr="00804524" w:rsidRDefault="00FF7A33" w:rsidP="004D26E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993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di ogni altra circostanza che possa aver influenza, anche a fini della sicurezza, sull’esecuzione dei </w:t>
      </w:r>
      <w:r w:rsidR="007425A0">
        <w:rPr>
          <w:rFonts w:ascii="Verdana" w:hAnsi="Verdana" w:cs="Times New Roman"/>
          <w:sz w:val="16"/>
          <w:szCs w:val="16"/>
        </w:rPr>
        <w:t xml:space="preserve">servizi </w:t>
      </w:r>
      <w:r w:rsidRPr="00804524">
        <w:rPr>
          <w:rFonts w:ascii="Verdana" w:hAnsi="Verdana" w:cs="Times New Roman"/>
          <w:sz w:val="16"/>
          <w:szCs w:val="16"/>
        </w:rPr>
        <w:t>e di tutte le attività oggetto di gara;</w:t>
      </w:r>
    </w:p>
    <w:p w14:paraId="30405E4D" w14:textId="77777777" w:rsidR="00FF7A33" w:rsidRPr="00804524" w:rsidRDefault="00FF7A33" w:rsidP="004D2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che, pertanto, sulla base di quanto contenuto nella documentazione della gara in oggetto e di quanto visionato, verificato ed appurato nel corso de</w:t>
      </w:r>
      <w:r w:rsidR="009018AE">
        <w:rPr>
          <w:rFonts w:ascii="Verdana" w:hAnsi="Verdana" w:cs="Times New Roman"/>
          <w:sz w:val="16"/>
          <w:szCs w:val="16"/>
        </w:rPr>
        <w:t>i</w:t>
      </w:r>
      <w:r w:rsidRPr="00804524">
        <w:rPr>
          <w:rFonts w:ascii="Verdana" w:hAnsi="Verdana" w:cs="Times New Roman"/>
          <w:sz w:val="16"/>
          <w:szCs w:val="16"/>
        </w:rPr>
        <w:t xml:space="preserve"> sopralluog</w:t>
      </w:r>
      <w:r w:rsidR="009018AE">
        <w:rPr>
          <w:rFonts w:ascii="Verdana" w:hAnsi="Verdana" w:cs="Times New Roman"/>
          <w:sz w:val="16"/>
          <w:szCs w:val="16"/>
        </w:rPr>
        <w:t>hi</w:t>
      </w:r>
      <w:r w:rsidRPr="00804524">
        <w:rPr>
          <w:rFonts w:ascii="Verdana" w:hAnsi="Verdana" w:cs="Times New Roman"/>
          <w:sz w:val="16"/>
          <w:szCs w:val="16"/>
        </w:rPr>
        <w:t xml:space="preserve"> è in possesso di tutte le informazioni ed ha piena ed esatta cognizione di tutte le circostanze generali e speciali che possono interessare l’esecuzione dei </w:t>
      </w:r>
      <w:r w:rsidR="007425A0">
        <w:rPr>
          <w:rFonts w:ascii="Verdana" w:hAnsi="Verdana" w:cs="Times New Roman"/>
          <w:sz w:val="16"/>
          <w:szCs w:val="16"/>
        </w:rPr>
        <w:t>servizi</w:t>
      </w:r>
      <w:r w:rsidR="008D0DEC" w:rsidRPr="008D0DEC">
        <w:rPr>
          <w:rFonts w:ascii="Verdana" w:hAnsi="Verdana" w:cs="Times New Roman"/>
          <w:sz w:val="16"/>
          <w:szCs w:val="16"/>
        </w:rPr>
        <w:t xml:space="preserve"> </w:t>
      </w:r>
      <w:r w:rsidRPr="00804524">
        <w:rPr>
          <w:rFonts w:ascii="Verdana" w:hAnsi="Verdana" w:cs="Times New Roman"/>
          <w:sz w:val="16"/>
          <w:szCs w:val="16"/>
        </w:rPr>
        <w:t>oggetto del Contratto e che sono necessarie ai fini della for</w:t>
      </w:r>
      <w:r w:rsidR="004D26E8">
        <w:rPr>
          <w:rFonts w:ascii="Verdana" w:hAnsi="Verdana" w:cs="Times New Roman"/>
          <w:sz w:val="16"/>
          <w:szCs w:val="16"/>
        </w:rPr>
        <w:t>mulazione della propria offerta;</w:t>
      </w:r>
    </w:p>
    <w:p w14:paraId="306E7E33" w14:textId="77777777" w:rsidR="0035665C" w:rsidRPr="008D0DEC" w:rsidRDefault="008D0DEC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L</w:t>
      </w:r>
      <w:r w:rsidR="0035665C" w:rsidRPr="008D0DEC">
        <w:rPr>
          <w:rFonts w:ascii="Verdana" w:hAnsi="Verdana" w:cs="Times New Roman"/>
          <w:sz w:val="16"/>
          <w:szCs w:val="16"/>
        </w:rPr>
        <w:t>’impresa rinuncia ad ogni e qualsiasi pretesa futura eventualmente attribuibili a carente co</w:t>
      </w:r>
      <w:r w:rsidR="004D26E8" w:rsidRPr="008D0DEC">
        <w:rPr>
          <w:rFonts w:ascii="Verdana" w:hAnsi="Verdana" w:cs="Times New Roman"/>
          <w:sz w:val="16"/>
          <w:szCs w:val="16"/>
        </w:rPr>
        <w:t>noscenza dello stato dei luoghi.</w:t>
      </w:r>
    </w:p>
    <w:p w14:paraId="19EC3648" w14:textId="77777777" w:rsidR="004D26E8" w:rsidRDefault="004D26E8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Arial"/>
          <w:sz w:val="16"/>
          <w:szCs w:val="16"/>
        </w:rPr>
      </w:pPr>
    </w:p>
    <w:p w14:paraId="15EB3423" w14:textId="77777777" w:rsidR="00FF7A33" w:rsidRPr="0035665C" w:rsidRDefault="0035665C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sz w:val="16"/>
          <w:szCs w:val="16"/>
        </w:rPr>
      </w:pPr>
      <w:r w:rsidRPr="0035665C">
        <w:rPr>
          <w:rFonts w:ascii="Verdana" w:hAnsi="Verdana" w:cs="Arial"/>
          <w:sz w:val="16"/>
          <w:szCs w:val="16"/>
        </w:rPr>
        <w:t>data ________________________</w:t>
      </w:r>
    </w:p>
    <w:p w14:paraId="7B3BDD3B" w14:textId="77777777" w:rsidR="005C7046" w:rsidRDefault="005C7046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</w:p>
    <w:p w14:paraId="42A31B51" w14:textId="77777777"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  <w:r w:rsidRPr="00FE33F5">
        <w:rPr>
          <w:rFonts w:ascii="Verdana" w:hAnsi="Verdana" w:cs="Calibri,BoldItalic"/>
          <w:bCs/>
          <w:iCs/>
          <w:sz w:val="16"/>
          <w:szCs w:val="16"/>
        </w:rPr>
        <w:t xml:space="preserve">Firma del </w:t>
      </w:r>
      <w:r w:rsidR="0073514C" w:rsidRPr="00FE33F5">
        <w:rPr>
          <w:rFonts w:ascii="Verdana" w:hAnsi="Verdana" w:cs="Calibri,BoldItalic"/>
          <w:bCs/>
          <w:iCs/>
          <w:sz w:val="16"/>
          <w:szCs w:val="16"/>
        </w:rPr>
        <w:t>legale rappresentante dell’I</w:t>
      </w:r>
      <w:r w:rsidR="00311FE5">
        <w:rPr>
          <w:rFonts w:ascii="Verdana" w:hAnsi="Verdana" w:cs="Calibri,BoldItalic"/>
          <w:bCs/>
          <w:iCs/>
          <w:sz w:val="16"/>
          <w:szCs w:val="16"/>
        </w:rPr>
        <w:t xml:space="preserve">mpresa </w:t>
      </w: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>_____________________________</w:t>
      </w:r>
    </w:p>
    <w:p w14:paraId="065BC813" w14:textId="77777777" w:rsidR="00AC4DAC" w:rsidRDefault="00AC4DAC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</w:p>
    <w:p w14:paraId="0A17259F" w14:textId="77777777"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</w:p>
    <w:p w14:paraId="350AF863" w14:textId="77777777" w:rsidR="004B2357" w:rsidRPr="00EC5473" w:rsidRDefault="00804524" w:rsidP="00EC5473">
      <w:pPr>
        <w:autoSpaceDE w:val="0"/>
        <w:autoSpaceDN w:val="0"/>
        <w:adjustRightInd w:val="0"/>
        <w:spacing w:before="120" w:after="120" w:line="240" w:lineRule="exact"/>
        <w:ind w:left="705" w:hanging="705"/>
        <w:jc w:val="both"/>
        <w:rPr>
          <w:rFonts w:ascii="Verdana" w:hAnsi="Verdana" w:cs="Calibri,BoldItalic"/>
          <w:bCs/>
          <w:iCs/>
          <w:sz w:val="14"/>
          <w:szCs w:val="14"/>
        </w:rPr>
      </w:pPr>
      <w:r w:rsidRPr="00EC5473">
        <w:rPr>
          <w:rFonts w:ascii="Verdana" w:hAnsi="Verdana" w:cs="Calibri,BoldItalic"/>
          <w:b/>
          <w:bCs/>
          <w:iCs/>
          <w:sz w:val="14"/>
          <w:szCs w:val="14"/>
        </w:rPr>
        <w:t>NB</w:t>
      </w:r>
      <w:r w:rsidR="004B2357" w:rsidRPr="00EC5473">
        <w:rPr>
          <w:rFonts w:ascii="Verdana" w:hAnsi="Verdana" w:cs="Calibri,BoldItalic"/>
          <w:b/>
          <w:bCs/>
          <w:iCs/>
          <w:sz w:val="14"/>
          <w:szCs w:val="14"/>
        </w:rPr>
        <w:t>:</w:t>
      </w:r>
      <w:r w:rsidR="00EC5473">
        <w:rPr>
          <w:rFonts w:ascii="Verdana" w:hAnsi="Verdana" w:cs="Calibri,BoldItalic"/>
          <w:bCs/>
          <w:i/>
          <w:iCs/>
          <w:sz w:val="14"/>
          <w:szCs w:val="14"/>
        </w:rPr>
        <w:tab/>
      </w:r>
      <w:r w:rsidR="0035665C" w:rsidRPr="00EC5473">
        <w:rPr>
          <w:rFonts w:ascii="Verdana" w:hAnsi="Verdana" w:cs="Calibri,BoldItalic"/>
          <w:bCs/>
          <w:iCs/>
          <w:sz w:val="14"/>
          <w:szCs w:val="14"/>
        </w:rPr>
        <w:t xml:space="preserve">La dichiarazione deve essere corredata da fotocopia, non autenticata, di documento di </w:t>
      </w:r>
      <w:r w:rsidR="00EC5473" w:rsidRPr="00EC5473">
        <w:rPr>
          <w:rFonts w:ascii="Verdana" w:hAnsi="Verdana" w:cs="Calibri,BoldItalic"/>
          <w:bCs/>
          <w:iCs/>
          <w:sz w:val="14"/>
          <w:szCs w:val="14"/>
        </w:rPr>
        <w:t xml:space="preserve">identità del sottoscrittore. </w:t>
      </w:r>
      <w:r w:rsidR="004B2357" w:rsidRPr="00EC5473">
        <w:rPr>
          <w:rFonts w:ascii="Verdana" w:hAnsi="Verdana" w:cs="Calibri,BoldItalic"/>
          <w:bCs/>
          <w:iCs/>
          <w:sz w:val="14"/>
          <w:szCs w:val="14"/>
        </w:rPr>
        <w:t xml:space="preserve">Nel caso </w:t>
      </w:r>
      <w:r w:rsidR="00FE33F5">
        <w:rPr>
          <w:rFonts w:ascii="Verdana" w:hAnsi="Verdana" w:cs="Calibri,BoldItalic"/>
          <w:bCs/>
          <w:iCs/>
          <w:sz w:val="14"/>
          <w:szCs w:val="14"/>
        </w:rPr>
        <w:t>in cui i sopralluoghi siano stati effettuati da</w:t>
      </w:r>
      <w:r w:rsidR="004B2357" w:rsidRPr="00EC5473">
        <w:rPr>
          <w:rFonts w:ascii="Verdana" w:hAnsi="Verdana" w:cs="Calibri,BoldItalic"/>
          <w:bCs/>
          <w:iCs/>
          <w:sz w:val="14"/>
          <w:szCs w:val="14"/>
        </w:rPr>
        <w:t xml:space="preserve"> soggetto delegato</w:t>
      </w:r>
      <w:r w:rsidR="00FE33F5">
        <w:rPr>
          <w:rFonts w:ascii="Verdana" w:hAnsi="Verdana" w:cs="Calibri,BoldItalic"/>
          <w:bCs/>
          <w:iCs/>
          <w:sz w:val="14"/>
          <w:szCs w:val="14"/>
        </w:rPr>
        <w:t>,</w:t>
      </w:r>
      <w:r w:rsidR="004B2357" w:rsidRPr="00EC5473">
        <w:rPr>
          <w:rFonts w:ascii="Verdana" w:hAnsi="Verdana" w:cs="Calibri,BoldItalic"/>
          <w:bCs/>
          <w:iCs/>
          <w:sz w:val="14"/>
          <w:szCs w:val="14"/>
        </w:rPr>
        <w:t xml:space="preserve"> deve essere allegata alla presente: la dichiarazione del soggetto delegante corredata da fotocopia, non autenticata, di documento di identità</w:t>
      </w:r>
      <w:r w:rsidR="00FE33F5">
        <w:rPr>
          <w:rFonts w:ascii="Verdana" w:hAnsi="Verdana" w:cs="Calibri,BoldItalic"/>
          <w:bCs/>
          <w:iCs/>
          <w:sz w:val="14"/>
          <w:szCs w:val="14"/>
        </w:rPr>
        <w:t xml:space="preserve"> del delegante e del delegato.</w:t>
      </w:r>
    </w:p>
    <w:p w14:paraId="00E7CD94" w14:textId="77777777" w:rsidR="001109B2" w:rsidRPr="00EC5473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b/>
          <w:sz w:val="14"/>
          <w:szCs w:val="14"/>
        </w:rPr>
      </w:pPr>
      <w:r w:rsidRPr="00EC5473">
        <w:rPr>
          <w:rFonts w:ascii="Verdana" w:hAnsi="Verdana" w:cs="Times New Roman"/>
          <w:b/>
          <w:sz w:val="14"/>
          <w:szCs w:val="14"/>
        </w:rPr>
        <w:t>INFORMATIVA</w:t>
      </w:r>
      <w:r w:rsidR="00F11653" w:rsidRPr="00EC5473">
        <w:rPr>
          <w:rFonts w:ascii="Verdana" w:hAnsi="Verdana" w:cs="Times New Roman"/>
          <w:b/>
          <w:sz w:val="14"/>
          <w:szCs w:val="14"/>
        </w:rPr>
        <w:t xml:space="preserve"> AI SENSI DEL GDPR n. 2016/679</w:t>
      </w:r>
    </w:p>
    <w:p w14:paraId="57C6518C" w14:textId="77777777" w:rsidR="00804524" w:rsidRPr="0035665C" w:rsidRDefault="001109B2" w:rsidP="00F11653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EC5473">
        <w:rPr>
          <w:rFonts w:ascii="Verdana" w:hAnsi="Verdana" w:cs="Times New Roman"/>
          <w:sz w:val="14"/>
          <w:szCs w:val="14"/>
        </w:rPr>
        <w:t>Ai sensi e per gli effetti del GDPR n. 2016/679 le informazioni comunicate a IGEA S.p.A. dai partecipanti alla gara d’appalto in oggetto, possono essere sottoposte ad operazioni di trattamento, manuale o informatizzato, al fine di gestire la procedura di aggiudicazione, di ottenere informazioni statistiche e comunque per adempiere a specifici obblighi di legge. Il conferimento dei dati è obbligatorio per poter partecipare all’appalto in questione.</w:t>
      </w:r>
    </w:p>
    <w:sectPr w:rsidR="00804524" w:rsidRPr="0035665C" w:rsidSect="005B4608">
      <w:headerReference w:type="default" r:id="rId8"/>
      <w:footerReference w:type="default" r:id="rId9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7CACC" w14:textId="77777777" w:rsidR="00830F7A" w:rsidRDefault="00830F7A" w:rsidP="00830F7A">
      <w:pPr>
        <w:spacing w:after="0" w:line="240" w:lineRule="auto"/>
      </w:pPr>
      <w:r>
        <w:separator/>
      </w:r>
    </w:p>
  </w:endnote>
  <w:endnote w:type="continuationSeparator" w:id="0">
    <w:p w14:paraId="3045DB3B" w14:textId="77777777" w:rsidR="00830F7A" w:rsidRDefault="00830F7A" w:rsidP="0083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4CDA8" w14:textId="505C4505" w:rsidR="001109B2" w:rsidRPr="00AD3C0A" w:rsidRDefault="001D7489" w:rsidP="001109B2">
    <w:pPr>
      <w:pStyle w:val="Pidipagina"/>
      <w:jc w:val="right"/>
      <w:rPr>
        <w:sz w:val="18"/>
        <w:szCs w:val="18"/>
      </w:rPr>
    </w:pPr>
    <w:sdt>
      <w:sdtPr>
        <w:rPr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1109B2" w:rsidRPr="00AD3C0A">
          <w:rPr>
            <w:sz w:val="18"/>
            <w:szCs w:val="18"/>
          </w:rPr>
          <w:t xml:space="preserve">Pag. 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PAGE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  <w:r w:rsidR="001109B2" w:rsidRPr="00AD3C0A">
          <w:rPr>
            <w:sz w:val="18"/>
            <w:szCs w:val="18"/>
          </w:rPr>
          <w:t>/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NUMPAGES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2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</w:sdtContent>
    </w:sdt>
  </w:p>
  <w:p w14:paraId="54F2838A" w14:textId="77777777" w:rsidR="001109B2" w:rsidRPr="001109B2" w:rsidRDefault="001109B2" w:rsidP="001109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06E5D" w14:textId="77777777" w:rsidR="00830F7A" w:rsidRDefault="00830F7A" w:rsidP="00830F7A">
      <w:pPr>
        <w:spacing w:after="0" w:line="240" w:lineRule="auto"/>
      </w:pPr>
      <w:r>
        <w:separator/>
      </w:r>
    </w:p>
  </w:footnote>
  <w:footnote w:type="continuationSeparator" w:id="0">
    <w:p w14:paraId="4129CF80" w14:textId="77777777" w:rsidR="00830F7A" w:rsidRDefault="00830F7A" w:rsidP="0083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A5D55" w14:textId="77777777" w:rsidR="00830F7A" w:rsidRDefault="009B344B" w:rsidP="00830F7A">
    <w:pPr>
      <w:pStyle w:val="Intestazione"/>
      <w:jc w:val="right"/>
      <w:rPr>
        <w:rFonts w:ascii="Verdana" w:hAnsi="Verdana"/>
        <w:b/>
        <w:sz w:val="14"/>
        <w:szCs w:val="14"/>
      </w:rPr>
    </w:pPr>
    <w:r>
      <w:rPr>
        <w:rFonts w:ascii="Verdana" w:hAnsi="Verdana"/>
        <w:sz w:val="14"/>
        <w:szCs w:val="14"/>
      </w:rPr>
      <w:t>Allegato D</w:t>
    </w:r>
    <w:r w:rsidR="00830F7A">
      <w:rPr>
        <w:rFonts w:ascii="Verdana" w:hAnsi="Verdana"/>
        <w:sz w:val="14"/>
        <w:szCs w:val="14"/>
      </w:rPr>
      <w:t xml:space="preserve"> – Dichiarazione di avvenuto sopralluogo – </w:t>
    </w:r>
    <w:r w:rsidR="00830F7A">
      <w:rPr>
        <w:rFonts w:ascii="Verdana" w:hAnsi="Verdana"/>
        <w:b/>
        <w:sz w:val="14"/>
        <w:szCs w:val="14"/>
      </w:rPr>
      <w:t>Documentazione Amministrativa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661F7"/>
    <w:multiLevelType w:val="hybridMultilevel"/>
    <w:tmpl w:val="DBFC166C"/>
    <w:lvl w:ilvl="0" w:tplc="DDA0CB9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439DE"/>
    <w:multiLevelType w:val="hybridMultilevel"/>
    <w:tmpl w:val="3C0E76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741F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B56B9"/>
    <w:multiLevelType w:val="hybridMultilevel"/>
    <w:tmpl w:val="736C534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8B16EC0"/>
    <w:multiLevelType w:val="hybridMultilevel"/>
    <w:tmpl w:val="1C8EDA7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33"/>
    <w:rsid w:val="00093191"/>
    <w:rsid w:val="00093E1D"/>
    <w:rsid w:val="000C7B54"/>
    <w:rsid w:val="001109B2"/>
    <w:rsid w:val="001D7489"/>
    <w:rsid w:val="0024457C"/>
    <w:rsid w:val="00287BE2"/>
    <w:rsid w:val="002C6A9E"/>
    <w:rsid w:val="002F32B8"/>
    <w:rsid w:val="00311FE5"/>
    <w:rsid w:val="003322BF"/>
    <w:rsid w:val="00337CF1"/>
    <w:rsid w:val="0035665C"/>
    <w:rsid w:val="00356CAA"/>
    <w:rsid w:val="003C42A5"/>
    <w:rsid w:val="004B2357"/>
    <w:rsid w:val="004C19C6"/>
    <w:rsid w:val="004D26E8"/>
    <w:rsid w:val="005738BF"/>
    <w:rsid w:val="005B4608"/>
    <w:rsid w:val="005C7046"/>
    <w:rsid w:val="005D2DA8"/>
    <w:rsid w:val="005F6547"/>
    <w:rsid w:val="00663785"/>
    <w:rsid w:val="006D29C6"/>
    <w:rsid w:val="0073514C"/>
    <w:rsid w:val="00740FA3"/>
    <w:rsid w:val="007425A0"/>
    <w:rsid w:val="00770AE9"/>
    <w:rsid w:val="00794B67"/>
    <w:rsid w:val="00804524"/>
    <w:rsid w:val="00830F7A"/>
    <w:rsid w:val="008D0DEC"/>
    <w:rsid w:val="008E50F1"/>
    <w:rsid w:val="009018AE"/>
    <w:rsid w:val="00910721"/>
    <w:rsid w:val="009B344B"/>
    <w:rsid w:val="009F54BB"/>
    <w:rsid w:val="00A902CD"/>
    <w:rsid w:val="00AB56CC"/>
    <w:rsid w:val="00AC4DAC"/>
    <w:rsid w:val="00AC6CA0"/>
    <w:rsid w:val="00C02D2C"/>
    <w:rsid w:val="00C1492B"/>
    <w:rsid w:val="00C61074"/>
    <w:rsid w:val="00C94210"/>
    <w:rsid w:val="00C97356"/>
    <w:rsid w:val="00CE41CF"/>
    <w:rsid w:val="00D0666E"/>
    <w:rsid w:val="00D25546"/>
    <w:rsid w:val="00D97EC5"/>
    <w:rsid w:val="00E53D6B"/>
    <w:rsid w:val="00EC5473"/>
    <w:rsid w:val="00EF7A37"/>
    <w:rsid w:val="00F02F07"/>
    <w:rsid w:val="00F11653"/>
    <w:rsid w:val="00FE33F5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0126"/>
  <w15:chartTrackingRefBased/>
  <w15:docId w15:val="{6F20CE10-8900-4B8B-8FE4-398C844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5665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0F7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0F7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0F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F7A"/>
  </w:style>
  <w:style w:type="paragraph" w:styleId="Pidipagina">
    <w:name w:val="footer"/>
    <w:basedOn w:val="Normale"/>
    <w:link w:val="PidipaginaCarattere"/>
    <w:uiPriority w:val="99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F7A"/>
  </w:style>
  <w:style w:type="paragraph" w:styleId="Paragrafoelenco">
    <w:name w:val="List Paragraph"/>
    <w:basedOn w:val="Normale"/>
    <w:uiPriority w:val="34"/>
    <w:qFormat/>
    <w:rsid w:val="00804524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C9421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styleId="Rimandocommento">
    <w:name w:val="annotation reference"/>
    <w:basedOn w:val="Carpredefinitoparagrafo"/>
    <w:unhideWhenUsed/>
    <w:rsid w:val="00D97EC5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97EC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97EC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7E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7EC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7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7EC5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0931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6DC48-6554-4547-9712-3EBE712C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53F7F0BA.dotm</Template>
  <TotalTime>168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27</cp:revision>
  <dcterms:created xsi:type="dcterms:W3CDTF">2020-07-15T10:11:00Z</dcterms:created>
  <dcterms:modified xsi:type="dcterms:W3CDTF">2023-04-05T12:23:00Z</dcterms:modified>
</cp:coreProperties>
</file>