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1B1BF4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Spett.le IGEA SPA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1B1BF4">
        <w:rPr>
          <w:rFonts w:ascii="Verdana" w:hAnsi="Verdana" w:cs="Arial"/>
          <w:sz w:val="18"/>
          <w:szCs w:val="18"/>
        </w:rPr>
        <w:t>Loc</w:t>
      </w:r>
      <w:proofErr w:type="spellEnd"/>
      <w:r w:rsidRPr="001B1BF4">
        <w:rPr>
          <w:rFonts w:ascii="Verdana" w:hAnsi="Verdana" w:cs="Arial"/>
          <w:sz w:val="18"/>
          <w:szCs w:val="18"/>
        </w:rPr>
        <w:t>. Campo Pisano Iglesias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0F5313">
        <w:rPr>
          <w:rFonts w:ascii="Verdana" w:hAnsi="Verdana" w:cs="Arial"/>
          <w:sz w:val="18"/>
          <w:szCs w:val="18"/>
        </w:rPr>
      </w:r>
      <w:r w:rsidR="000F531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Presidente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0F5313">
        <w:rPr>
          <w:rFonts w:ascii="Verdana" w:hAnsi="Verdana" w:cs="Arial"/>
          <w:sz w:val="18"/>
          <w:szCs w:val="18"/>
        </w:rPr>
      </w:r>
      <w:r w:rsidR="000F531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Amministratore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0F5313">
        <w:rPr>
          <w:rFonts w:ascii="Verdana" w:hAnsi="Verdana" w:cs="Arial"/>
          <w:sz w:val="18"/>
          <w:szCs w:val="18"/>
        </w:rPr>
      </w:r>
      <w:r w:rsidR="000F531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 xml:space="preserve">Procuratore </w:t>
      </w:r>
      <w:r w:rsidRPr="001B1BF4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1B1BF4">
        <w:rPr>
          <w:rFonts w:ascii="Verdana" w:hAnsi="Verdana" w:cs="Arial"/>
          <w:sz w:val="18"/>
          <w:szCs w:val="18"/>
        </w:rPr>
        <w:instrText xml:space="preserve"> FORMCHECKBOX </w:instrText>
      </w:r>
      <w:r w:rsidR="000F5313">
        <w:rPr>
          <w:rFonts w:ascii="Verdana" w:hAnsi="Verdana" w:cs="Arial"/>
          <w:sz w:val="18"/>
          <w:szCs w:val="18"/>
        </w:rPr>
      </w:r>
      <w:r w:rsidR="000F5313">
        <w:rPr>
          <w:rFonts w:ascii="Verdana" w:hAnsi="Verdana" w:cs="Arial"/>
          <w:sz w:val="18"/>
          <w:szCs w:val="18"/>
        </w:rPr>
        <w:fldChar w:fldCharType="separate"/>
      </w:r>
      <w:r w:rsidRPr="001B1BF4">
        <w:rPr>
          <w:rFonts w:ascii="Verdana" w:hAnsi="Verdana" w:cs="Arial"/>
          <w:sz w:val="18"/>
          <w:szCs w:val="18"/>
        </w:rPr>
        <w:fldChar w:fldCharType="end"/>
      </w:r>
      <w:r w:rsidRPr="001B1BF4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1B1BF4">
        <w:rPr>
          <w:rFonts w:ascii="Verdana" w:hAnsi="Verdana" w:cs="Arial"/>
          <w:sz w:val="18"/>
          <w:szCs w:val="18"/>
        </w:rPr>
        <w:t>____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1B1BF4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1B1BF4">
        <w:rPr>
          <w:rFonts w:ascii="Verdana" w:hAnsi="Verdana" w:cs="Arial"/>
          <w:sz w:val="18"/>
          <w:szCs w:val="18"/>
        </w:rPr>
        <w:t>Ragione Sociale/Denominazione Sociale _</w:t>
      </w:r>
      <w:bookmarkStart w:id="0" w:name="_GoBack"/>
      <w:bookmarkEnd w:id="0"/>
      <w:r w:rsidRPr="001B1BF4">
        <w:rPr>
          <w:rFonts w:ascii="Verdana" w:hAnsi="Verdana" w:cs="Arial"/>
          <w:sz w:val="18"/>
          <w:szCs w:val="18"/>
        </w:rPr>
        <w:t>_______________________________________________</w:t>
      </w:r>
      <w:r w:rsidR="007100D3" w:rsidRPr="001B1BF4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1B1BF4">
        <w:rPr>
          <w:rFonts w:ascii="Verdana" w:hAnsi="Verdana" w:cs="Arial"/>
          <w:b/>
          <w:sz w:val="18"/>
          <w:szCs w:val="18"/>
        </w:rPr>
        <w:t>DICHIARA</w:t>
      </w:r>
    </w:p>
    <w:p w:rsidR="009F4B5E" w:rsidRPr="005024F4" w:rsidRDefault="009F4B5E" w:rsidP="00416920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5024F4">
        <w:rPr>
          <w:rFonts w:ascii="Verdana" w:hAnsi="Verdana" w:cs="Arial"/>
          <w:sz w:val="18"/>
          <w:szCs w:val="18"/>
        </w:rPr>
        <w:t>che per l’esecuzione de</w:t>
      </w:r>
      <w:r w:rsidR="006F5166" w:rsidRPr="005024F4">
        <w:rPr>
          <w:rFonts w:ascii="Verdana" w:hAnsi="Verdana" w:cs="Arial"/>
          <w:sz w:val="18"/>
          <w:szCs w:val="18"/>
        </w:rPr>
        <w:t>i servizi in</w:t>
      </w:r>
      <w:r w:rsidRPr="005024F4">
        <w:rPr>
          <w:rFonts w:ascii="Verdana" w:hAnsi="Verdana" w:cs="Arial"/>
          <w:sz w:val="18"/>
          <w:szCs w:val="18"/>
        </w:rPr>
        <w:t xml:space="preserve"> oggetto il prezzo offerto è pari a </w:t>
      </w:r>
      <w:r w:rsidRPr="005024F4">
        <w:rPr>
          <w:rFonts w:ascii="Verdana" w:hAnsi="Verdana" w:cs="Arial"/>
          <w:b/>
          <w:sz w:val="18"/>
          <w:szCs w:val="18"/>
        </w:rPr>
        <w:t>€</w:t>
      </w:r>
      <w:r w:rsidRPr="005024F4">
        <w:rPr>
          <w:rFonts w:ascii="Verdana" w:hAnsi="Verdana" w:cs="Arial"/>
          <w:sz w:val="18"/>
          <w:szCs w:val="18"/>
        </w:rPr>
        <w:t xml:space="preserve"> _____________ (in cifre) </w:t>
      </w:r>
      <w:r w:rsidRPr="005024F4">
        <w:rPr>
          <w:rFonts w:ascii="Verdana" w:hAnsi="Verdana" w:cs="Arial"/>
          <w:b/>
          <w:sz w:val="18"/>
          <w:szCs w:val="18"/>
        </w:rPr>
        <w:t>euro</w:t>
      </w:r>
      <w:r w:rsidRPr="005024F4">
        <w:rPr>
          <w:rFonts w:ascii="Verdana" w:hAnsi="Verdana" w:cs="Arial"/>
          <w:sz w:val="18"/>
          <w:szCs w:val="18"/>
        </w:rPr>
        <w:t xml:space="preserve">________________________________ (in lettere), calcolato applicando la percentuale </w:t>
      </w:r>
      <w:r w:rsidRPr="005024F4">
        <w:rPr>
          <w:rFonts w:ascii="Verdana" w:hAnsi="Verdana" w:cs="Arial"/>
          <w:b/>
          <w:sz w:val="18"/>
          <w:szCs w:val="18"/>
        </w:rPr>
        <w:t>di ribasso</w:t>
      </w:r>
      <w:r w:rsidRPr="005024F4">
        <w:rPr>
          <w:rFonts w:ascii="Verdana" w:hAnsi="Verdana" w:cs="Arial"/>
          <w:sz w:val="18"/>
          <w:szCs w:val="18"/>
        </w:rPr>
        <w:t xml:space="preserve"> pari a ___</w:t>
      </w:r>
      <w:proofErr w:type="gramStart"/>
      <w:r w:rsidRPr="005024F4">
        <w:rPr>
          <w:rFonts w:ascii="Verdana" w:hAnsi="Verdana" w:cs="Arial"/>
          <w:sz w:val="18"/>
          <w:szCs w:val="18"/>
        </w:rPr>
        <w:t>_,_</w:t>
      </w:r>
      <w:proofErr w:type="gramEnd"/>
      <w:r w:rsidRPr="005024F4">
        <w:rPr>
          <w:rFonts w:ascii="Verdana" w:hAnsi="Verdana" w:cs="Arial"/>
          <w:sz w:val="18"/>
          <w:szCs w:val="18"/>
        </w:rPr>
        <w:t xml:space="preserve">___ %, (in cifre) ______________virgola ________ (in lettere); applicata sull’importo posto a base di gara </w:t>
      </w:r>
      <w:r w:rsidR="00290BFF" w:rsidRPr="006B50A2">
        <w:rPr>
          <w:rFonts w:ascii="Verdana" w:hAnsi="Verdana" w:cs="Arial"/>
          <w:sz w:val="18"/>
          <w:szCs w:val="18"/>
        </w:rPr>
        <w:t xml:space="preserve">di </w:t>
      </w:r>
      <w:r w:rsidR="00290BFF" w:rsidRPr="006B50A2">
        <w:rPr>
          <w:rFonts w:ascii="Verdana" w:hAnsi="Verdana" w:cstheme="minorHAnsi"/>
          <w:b/>
          <w:bCs/>
          <w:sz w:val="18"/>
          <w:szCs w:val="18"/>
        </w:rPr>
        <w:t xml:space="preserve">€ </w:t>
      </w:r>
      <w:r w:rsidR="006B50A2" w:rsidRPr="006B50A2">
        <w:rPr>
          <w:rFonts w:ascii="Verdana" w:hAnsi="Verdana" w:cstheme="minorHAnsi"/>
          <w:b/>
          <w:bCs/>
          <w:sz w:val="18"/>
          <w:szCs w:val="18"/>
        </w:rPr>
        <w:t xml:space="preserve">38.000,00 </w:t>
      </w:r>
      <w:r w:rsidR="00290BFF" w:rsidRPr="006B50A2">
        <w:rPr>
          <w:rFonts w:ascii="Verdana" w:hAnsi="Verdana" w:cstheme="minorHAnsi"/>
          <w:bCs/>
          <w:sz w:val="18"/>
          <w:szCs w:val="18"/>
        </w:rPr>
        <w:t xml:space="preserve">(euro </w:t>
      </w:r>
      <w:r w:rsidR="006B50A2" w:rsidRPr="006B50A2">
        <w:rPr>
          <w:rFonts w:ascii="Verdana" w:hAnsi="Verdana" w:cstheme="minorHAnsi"/>
          <w:bCs/>
          <w:sz w:val="18"/>
          <w:szCs w:val="18"/>
        </w:rPr>
        <w:t>trentottomila/00</w:t>
      </w:r>
      <w:r w:rsidR="00290BFF" w:rsidRPr="006B50A2">
        <w:rPr>
          <w:rFonts w:ascii="Verdana" w:hAnsi="Verdana" w:cstheme="minorHAnsi"/>
          <w:bCs/>
          <w:sz w:val="18"/>
          <w:szCs w:val="18"/>
        </w:rPr>
        <w:t>) oltre</w:t>
      </w:r>
      <w:r w:rsidR="00290BFF" w:rsidRPr="005024F4">
        <w:rPr>
          <w:rFonts w:ascii="Verdana" w:hAnsi="Verdana" w:cstheme="minorHAnsi"/>
          <w:bCs/>
          <w:sz w:val="18"/>
          <w:szCs w:val="18"/>
        </w:rPr>
        <w:t xml:space="preserve"> IVA </w:t>
      </w:r>
      <w:r w:rsidR="006B50A2">
        <w:rPr>
          <w:rFonts w:ascii="Verdana" w:hAnsi="Verdana" w:cstheme="minorHAnsi"/>
          <w:bCs/>
          <w:sz w:val="18"/>
          <w:szCs w:val="18"/>
        </w:rPr>
        <w:t>di legge se dovuta.</w:t>
      </w:r>
    </w:p>
    <w:p w:rsidR="00A01F1A" w:rsidRDefault="00A01F1A" w:rsidP="00A01F1A">
      <w:pPr>
        <w:pStyle w:val="Paragrafoelenco"/>
        <w:spacing w:after="0" w:line="360" w:lineRule="exact"/>
        <w:ind w:left="218"/>
        <w:rPr>
          <w:rFonts w:ascii="Verdana" w:eastAsia="Times New Roman" w:hAnsi="Verdana" w:cs="TrebuchetMS-OneByteIdentityH"/>
          <w:sz w:val="18"/>
          <w:szCs w:val="18"/>
          <w:lang w:eastAsia="it-IT"/>
        </w:rPr>
      </w:pPr>
    </w:p>
    <w:p w:rsidR="00A01F1A" w:rsidRDefault="00A01F1A" w:rsidP="00A01F1A">
      <w:pPr>
        <w:spacing w:after="0" w:line="360" w:lineRule="exact"/>
        <w:ind w:left="218"/>
        <w:rPr>
          <w:rFonts w:ascii="Verdana" w:hAnsi="Verdana" w:cs="TrebuchetMS-OneByteIdentityH"/>
          <w:sz w:val="18"/>
          <w:szCs w:val="18"/>
        </w:rPr>
      </w:pPr>
    </w:p>
    <w:p w:rsidR="00A01F1A" w:rsidRDefault="00A01F1A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6B50A2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6B50A2" w:rsidRPr="00AF491C" w:rsidRDefault="006B50A2" w:rsidP="00A01F1A">
      <w:pPr>
        <w:spacing w:line="360" w:lineRule="exact"/>
        <w:ind w:left="-142"/>
        <w:rPr>
          <w:rFonts w:ascii="Verdana" w:hAnsi="Verdana" w:cs="TrebuchetMS-OneByteIdentityH"/>
          <w:sz w:val="18"/>
          <w:szCs w:val="18"/>
        </w:rPr>
      </w:pPr>
    </w:p>
    <w:p w:rsidR="0037566A" w:rsidRPr="00FF3F59" w:rsidRDefault="0037566A" w:rsidP="00E310F7">
      <w:pPr>
        <w:spacing w:before="120" w:after="120" w:line="600" w:lineRule="auto"/>
        <w:ind w:left="567" w:hanging="283"/>
        <w:rPr>
          <w:rFonts w:ascii="Verdana" w:hAnsi="Verdana" w:cs="Arial"/>
          <w:b/>
          <w:sz w:val="20"/>
          <w:szCs w:val="20"/>
        </w:rPr>
      </w:pPr>
      <w:r w:rsidRPr="00FF3F59">
        <w:rPr>
          <w:rFonts w:ascii="Verdana" w:hAnsi="Verdana" w:cs="Arial"/>
          <w:b/>
          <w:sz w:val="20"/>
          <w:szCs w:val="20"/>
        </w:rPr>
        <w:t>Data</w:t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</w:r>
      <w:r w:rsidRPr="00FF3F59">
        <w:rPr>
          <w:rFonts w:ascii="Verdana" w:hAnsi="Verdana" w:cs="Arial"/>
          <w:b/>
          <w:sz w:val="20"/>
          <w:szCs w:val="20"/>
        </w:rPr>
        <w:tab/>
        <w:t>Firma digitale</w:t>
      </w:r>
    </w:p>
    <w:sectPr w:rsidR="0037566A" w:rsidRPr="00FF3F59" w:rsidSect="00C2072A">
      <w:footerReference w:type="default" r:id="rId8"/>
      <w:headerReference w:type="first" r:id="rId9"/>
      <w:footerReference w:type="first" r:id="rId10"/>
      <w:pgSz w:w="11906" w:h="16838" w:code="9"/>
      <w:pgMar w:top="1417" w:right="1134" w:bottom="1134" w:left="1134" w:header="794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73694" w:rsidRDefault="00073694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3F3">
          <w:rPr>
            <w:noProof/>
          </w:rPr>
          <w:t>2</w:t>
        </w:r>
        <w:r>
          <w:fldChar w:fldCharType="end"/>
        </w:r>
      </w:p>
    </w:sdtContent>
  </w:sdt>
  <w:p w:rsidR="00B13422" w:rsidRDefault="00B1342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422" w:rsidRDefault="00B4580F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9628"/>
    </w:tblGrid>
    <w:tr w:rsidR="003879A2" w:rsidTr="003879A2">
      <w:tc>
        <w:tcPr>
          <w:tcW w:w="9628" w:type="dxa"/>
        </w:tcPr>
        <w:p w:rsidR="003879A2" w:rsidRPr="006C634F" w:rsidRDefault="003879A2" w:rsidP="003879A2">
          <w:pPr>
            <w:widowControl w:val="0"/>
            <w:spacing w:before="120" w:after="120"/>
            <w:ind w:left="-54" w:firstLine="54"/>
            <w:jc w:val="center"/>
            <w:rPr>
              <w:rFonts w:ascii="Arial" w:hAnsi="Arial" w:cs="Arial"/>
              <w:b/>
              <w:color w:val="008000"/>
              <w:sz w:val="20"/>
              <w:szCs w:val="20"/>
            </w:rPr>
          </w:pPr>
          <w:r>
            <w:rPr>
              <w:rFonts w:ascii="Arial" w:hAnsi="Arial" w:cs="Arial"/>
              <w:b/>
              <w:color w:val="008000"/>
              <w:sz w:val="20"/>
              <w:szCs w:val="20"/>
            </w:rPr>
            <w:t>ALLEGATO C</w:t>
          </w:r>
          <w:r w:rsidRPr="006C634F">
            <w:rPr>
              <w:rFonts w:ascii="Arial" w:hAnsi="Arial" w:cs="Arial"/>
              <w:b/>
              <w:color w:val="008000"/>
              <w:sz w:val="20"/>
              <w:szCs w:val="20"/>
            </w:rPr>
            <w:t xml:space="preserve"> – OFFERTA ECONOMICA </w:t>
          </w:r>
        </w:p>
        <w:p w:rsidR="003879A2" w:rsidRPr="000C2435" w:rsidRDefault="000C2435" w:rsidP="00ED2595">
          <w:pPr>
            <w:tabs>
              <w:tab w:val="left" w:pos="4820"/>
            </w:tabs>
            <w:spacing w:after="120"/>
            <w:ind w:left="33" w:hanging="33"/>
            <w:jc w:val="both"/>
            <w:rPr>
              <w:rFonts w:ascii="Verdana" w:eastAsia="MS Mincho" w:hAnsi="Verdana" w:cs="Arial"/>
              <w:b/>
              <w:sz w:val="16"/>
              <w:szCs w:val="16"/>
            </w:rPr>
          </w:pPr>
          <w:r w:rsidRPr="007C0011">
            <w:rPr>
              <w:rFonts w:ascii="Verdana" w:hAnsi="Verdana" w:cs="Arial"/>
              <w:b/>
              <w:bCs/>
              <w:sz w:val="18"/>
              <w:szCs w:val="18"/>
            </w:rPr>
            <w:t xml:space="preserve">PROCEDURA TELEMATICA PER L’AFFIDAMENTO </w:t>
          </w:r>
          <w:r w:rsidRPr="00ED2595">
            <w:rPr>
              <w:rFonts w:ascii="Verdana" w:hAnsi="Verdana" w:cs="Arial"/>
              <w:b/>
              <w:bCs/>
              <w:sz w:val="18"/>
              <w:szCs w:val="18"/>
            </w:rPr>
            <w:t>BIENNALE</w:t>
          </w:r>
          <w:r w:rsidRPr="007C0011">
            <w:rPr>
              <w:rFonts w:ascii="Verdana" w:hAnsi="Verdana" w:cs="Arial"/>
              <w:b/>
              <w:bCs/>
              <w:sz w:val="18"/>
              <w:szCs w:val="18"/>
            </w:rPr>
            <w:t xml:space="preserve"> D</w:t>
          </w:r>
          <w:r w:rsidR="00ED2595">
            <w:rPr>
              <w:rFonts w:ascii="Verdana" w:hAnsi="Verdana" w:cs="Arial"/>
              <w:b/>
              <w:bCs/>
              <w:sz w:val="18"/>
              <w:szCs w:val="18"/>
            </w:rPr>
            <w:t>EI SERVIZI ASSICURATIVI RCT/RCO</w:t>
          </w:r>
          <w:r w:rsidRPr="007C0011">
            <w:rPr>
              <w:rFonts w:ascii="Verdana" w:hAnsi="Verdana" w:cs="Arial"/>
              <w:b/>
              <w:bCs/>
              <w:sz w:val="18"/>
              <w:szCs w:val="18"/>
            </w:rPr>
            <w:t>.</w:t>
          </w:r>
          <w:r w:rsidRPr="000F5313">
            <w:rPr>
              <w:rFonts w:ascii="Verdana" w:hAnsi="Verdana" w:cs="Arial"/>
              <w:b/>
              <w:bCs/>
              <w:sz w:val="18"/>
              <w:szCs w:val="18"/>
            </w:rPr>
            <w:t xml:space="preserve"> CIG </w:t>
          </w:r>
          <w:r w:rsidR="000F5313" w:rsidRPr="000F5313">
            <w:rPr>
              <w:rFonts w:ascii="Verdana" w:hAnsi="Verdana" w:cs="Arial"/>
              <w:b/>
              <w:bCs/>
              <w:sz w:val="18"/>
              <w:szCs w:val="18"/>
            </w:rPr>
            <w:t>9822548F05</w:t>
          </w:r>
          <w:r w:rsidRPr="000F5313">
            <w:rPr>
              <w:rFonts w:ascii="Verdana" w:hAnsi="Verdana" w:cs="Arial"/>
              <w:b/>
              <w:bCs/>
              <w:sz w:val="18"/>
              <w:szCs w:val="18"/>
            </w:rPr>
            <w:t>.</w:t>
          </w:r>
        </w:p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E77"/>
    <w:multiLevelType w:val="hybridMultilevel"/>
    <w:tmpl w:val="F49829A8"/>
    <w:lvl w:ilvl="0" w:tplc="9662A3D0">
      <w:start w:val="14"/>
      <w:numFmt w:val="bullet"/>
      <w:lvlText w:val="-"/>
      <w:lvlJc w:val="left"/>
      <w:pPr>
        <w:ind w:left="720" w:hanging="360"/>
      </w:pPr>
      <w:rPr>
        <w:rFonts w:ascii="Verdana" w:eastAsia="Times New Roman" w:hAnsi="Verdana" w:cs="TrebuchetMS-OneByteIdentityH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73694"/>
    <w:rsid w:val="000C2435"/>
    <w:rsid w:val="000F5313"/>
    <w:rsid w:val="00117565"/>
    <w:rsid w:val="001450DA"/>
    <w:rsid w:val="00175242"/>
    <w:rsid w:val="001A6AF4"/>
    <w:rsid w:val="001A7472"/>
    <w:rsid w:val="001B1BF4"/>
    <w:rsid w:val="001D0C31"/>
    <w:rsid w:val="00243A23"/>
    <w:rsid w:val="00244B34"/>
    <w:rsid w:val="00287BE2"/>
    <w:rsid w:val="00290BFF"/>
    <w:rsid w:val="002A6B40"/>
    <w:rsid w:val="003079C1"/>
    <w:rsid w:val="0035254B"/>
    <w:rsid w:val="0037566A"/>
    <w:rsid w:val="003879A2"/>
    <w:rsid w:val="003B5412"/>
    <w:rsid w:val="003F553A"/>
    <w:rsid w:val="00411B54"/>
    <w:rsid w:val="00437B4D"/>
    <w:rsid w:val="004754D3"/>
    <w:rsid w:val="00486E15"/>
    <w:rsid w:val="004C63DF"/>
    <w:rsid w:val="004F3CCA"/>
    <w:rsid w:val="005024F4"/>
    <w:rsid w:val="00553EEF"/>
    <w:rsid w:val="005738BF"/>
    <w:rsid w:val="00581C47"/>
    <w:rsid w:val="005A6AC6"/>
    <w:rsid w:val="005D2DA8"/>
    <w:rsid w:val="006074D0"/>
    <w:rsid w:val="00653ED5"/>
    <w:rsid w:val="00675E88"/>
    <w:rsid w:val="00677230"/>
    <w:rsid w:val="006B50A2"/>
    <w:rsid w:val="006F5166"/>
    <w:rsid w:val="007100D3"/>
    <w:rsid w:val="00731380"/>
    <w:rsid w:val="00731DD8"/>
    <w:rsid w:val="00753A9F"/>
    <w:rsid w:val="00770AE9"/>
    <w:rsid w:val="00770C95"/>
    <w:rsid w:val="007727A9"/>
    <w:rsid w:val="007842D7"/>
    <w:rsid w:val="007B3B76"/>
    <w:rsid w:val="007C03F3"/>
    <w:rsid w:val="007E05B7"/>
    <w:rsid w:val="00804CA0"/>
    <w:rsid w:val="00833AE9"/>
    <w:rsid w:val="00835E67"/>
    <w:rsid w:val="00857985"/>
    <w:rsid w:val="00862F8A"/>
    <w:rsid w:val="009254AC"/>
    <w:rsid w:val="009376D7"/>
    <w:rsid w:val="00954A3E"/>
    <w:rsid w:val="00957A47"/>
    <w:rsid w:val="009620F0"/>
    <w:rsid w:val="009E60E7"/>
    <w:rsid w:val="009F4B5E"/>
    <w:rsid w:val="00A01F1A"/>
    <w:rsid w:val="00A43E32"/>
    <w:rsid w:val="00A61473"/>
    <w:rsid w:val="00A73D76"/>
    <w:rsid w:val="00AC6CA0"/>
    <w:rsid w:val="00B13422"/>
    <w:rsid w:val="00B31710"/>
    <w:rsid w:val="00B4580F"/>
    <w:rsid w:val="00B63508"/>
    <w:rsid w:val="00BC6D77"/>
    <w:rsid w:val="00C1506A"/>
    <w:rsid w:val="00C2072A"/>
    <w:rsid w:val="00C401D0"/>
    <w:rsid w:val="00C55338"/>
    <w:rsid w:val="00C92970"/>
    <w:rsid w:val="00C9688A"/>
    <w:rsid w:val="00D6412E"/>
    <w:rsid w:val="00D84E71"/>
    <w:rsid w:val="00DB7867"/>
    <w:rsid w:val="00E310F7"/>
    <w:rsid w:val="00E71643"/>
    <w:rsid w:val="00EA2569"/>
    <w:rsid w:val="00ED2595"/>
    <w:rsid w:val="00F1261D"/>
    <w:rsid w:val="00F64373"/>
    <w:rsid w:val="00FF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A22C10D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BF8C8E-1EA2-48F6-900D-693BE4C6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8D2092FF</Template>
  <TotalTime>84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Calia, Francesco</cp:lastModifiedBy>
  <cp:revision>60</cp:revision>
  <dcterms:created xsi:type="dcterms:W3CDTF">2021-04-20T10:00:00Z</dcterms:created>
  <dcterms:modified xsi:type="dcterms:W3CDTF">2023-05-12T13:53:00Z</dcterms:modified>
</cp:coreProperties>
</file>